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EE015" w14:textId="27FC134E" w:rsidR="00D27298" w:rsidRDefault="00D27298" w:rsidP="00D27298">
      <w:pPr>
        <w:jc w:val="right"/>
        <w:rPr>
          <w:rFonts w:asciiTheme="minorHAnsi" w:hAnsiTheme="minorHAnsi" w:cstheme="minorHAnsi"/>
          <w:sz w:val="18"/>
          <w:szCs w:val="18"/>
        </w:rPr>
      </w:pPr>
      <w:r w:rsidRPr="0059720B">
        <w:rPr>
          <w:rFonts w:asciiTheme="minorHAnsi" w:hAnsiTheme="minorHAnsi" w:cstheme="minorHAnsi"/>
          <w:sz w:val="18"/>
          <w:szCs w:val="18"/>
        </w:rPr>
        <w:t>Załącznik 1</w:t>
      </w:r>
    </w:p>
    <w:p w14:paraId="0C7D6F3B" w14:textId="61F34B07" w:rsidR="008940CB" w:rsidRPr="008940CB" w:rsidRDefault="008940CB" w:rsidP="00D27298">
      <w:pPr>
        <w:jc w:val="right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eastAsia="Calibri" w:hAnsiTheme="minorHAnsi" w:cstheme="minorHAnsi"/>
          <w:bCs/>
          <w:i/>
          <w:iCs/>
          <w:sz w:val="18"/>
          <w:szCs w:val="18"/>
          <w:lang w:eastAsia="en-US"/>
        </w:rPr>
        <w:t>(</w:t>
      </w:r>
      <w:r w:rsidRPr="008940CB">
        <w:rPr>
          <w:rFonts w:asciiTheme="minorHAnsi" w:eastAsia="Calibri" w:hAnsiTheme="minorHAnsi" w:cstheme="minorHAnsi"/>
          <w:bCs/>
          <w:i/>
          <w:iCs/>
          <w:sz w:val="18"/>
          <w:szCs w:val="18"/>
          <w:lang w:eastAsia="en-US"/>
        </w:rPr>
        <w:t xml:space="preserve">PPP.SRCh.02.2026 </w:t>
      </w:r>
      <w:r w:rsidRPr="008940CB">
        <w:rPr>
          <w:rFonts w:asciiTheme="minorHAnsi" w:eastAsia="Calibri" w:hAnsiTheme="minorHAnsi" w:cstheme="minorHAnsi"/>
          <w:bCs/>
          <w:sz w:val="18"/>
          <w:szCs w:val="18"/>
          <w:lang w:eastAsia="en-US"/>
        </w:rPr>
        <w:t>z dnia 05.02.2026</w:t>
      </w:r>
      <w:r>
        <w:rPr>
          <w:rFonts w:asciiTheme="minorHAnsi" w:eastAsia="Calibri" w:hAnsiTheme="minorHAnsi" w:cstheme="minorHAnsi"/>
          <w:bCs/>
          <w:sz w:val="18"/>
          <w:szCs w:val="18"/>
          <w:lang w:eastAsia="en-US"/>
        </w:rPr>
        <w:t>)</w:t>
      </w:r>
    </w:p>
    <w:p w14:paraId="7832FE43" w14:textId="7F8E1721" w:rsidR="00D27298" w:rsidRPr="0059720B" w:rsidRDefault="00D27298" w:rsidP="00D27298">
      <w:pPr>
        <w:pStyle w:val="Tekstpodstawowywcity31"/>
        <w:widowControl/>
        <w:ind w:left="0" w:hanging="15"/>
        <w:jc w:val="center"/>
        <w:rPr>
          <w:rFonts w:asciiTheme="minorHAnsi" w:hAnsiTheme="minorHAnsi" w:cstheme="minorHAnsi"/>
          <w:b/>
          <w:bCs/>
          <w:color w:val="auto"/>
        </w:rPr>
      </w:pPr>
      <w:r w:rsidRPr="0059720B">
        <w:rPr>
          <w:rFonts w:asciiTheme="minorHAnsi" w:hAnsiTheme="minorHAnsi" w:cstheme="minorHAnsi"/>
          <w:b/>
          <w:bCs/>
          <w:color w:val="auto"/>
        </w:rPr>
        <w:t>OFERTA</w:t>
      </w:r>
    </w:p>
    <w:p w14:paraId="091A3C1C" w14:textId="4E80C009" w:rsidR="007677B5" w:rsidRPr="0059720B" w:rsidRDefault="007677B5" w:rsidP="00D27298">
      <w:pPr>
        <w:pStyle w:val="Tekstpodstawowywcity31"/>
        <w:widowControl/>
        <w:ind w:left="0" w:hanging="15"/>
        <w:jc w:val="center"/>
        <w:rPr>
          <w:rFonts w:asciiTheme="minorHAnsi" w:hAnsiTheme="minorHAnsi" w:cstheme="minorHAnsi"/>
          <w:b/>
          <w:bCs/>
          <w:color w:val="auto"/>
        </w:rPr>
      </w:pPr>
    </w:p>
    <w:p w14:paraId="5751471A" w14:textId="77777777" w:rsidR="00D27298" w:rsidRPr="0059720B" w:rsidRDefault="00D27298" w:rsidP="00D27298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 xml:space="preserve">Na prowadzenie warsztatów metodą projektu, dla uczestników projektu </w:t>
      </w:r>
      <w:r w:rsidRPr="0059720B">
        <w:rPr>
          <w:rFonts w:asciiTheme="minorHAnsi" w:hAnsiTheme="minorHAnsi" w:cstheme="minorHAnsi"/>
          <w:b/>
          <w:sz w:val="20"/>
          <w:szCs w:val="20"/>
        </w:rPr>
        <w:t xml:space="preserve"> „Zdolni z Pomorza - Sopot”</w:t>
      </w:r>
      <w:r w:rsidRPr="0059720B">
        <w:rPr>
          <w:rFonts w:asciiTheme="minorHAnsi" w:hAnsiTheme="minorHAnsi" w:cstheme="minorHAnsi"/>
          <w:sz w:val="20"/>
          <w:szCs w:val="20"/>
        </w:rPr>
        <w:t>,</w:t>
      </w:r>
      <w:r w:rsidRPr="0059720B">
        <w:rPr>
          <w:rStyle w:val="FontStyle26"/>
          <w:rFonts w:asciiTheme="minorHAnsi" w:hAnsiTheme="minorHAnsi" w:cstheme="minorHAnsi"/>
          <w:sz w:val="20"/>
          <w:szCs w:val="20"/>
        </w:rPr>
        <w:t xml:space="preserve"> współfinansowanego </w:t>
      </w:r>
      <w:r w:rsidRPr="0059720B">
        <w:rPr>
          <w:rFonts w:asciiTheme="minorHAnsi" w:hAnsiTheme="minorHAnsi" w:cstheme="minorHAnsi"/>
          <w:sz w:val="20"/>
          <w:szCs w:val="20"/>
        </w:rPr>
        <w:t>z Programu Fundusze Europejskie dla Pomorza 2021-2027, w ramach strategicznego przedsięwzięcia Samorządu z Działania 5.8. Edukacja ogólna i zawodowa (w zakresie wsparcia uczniów w rozwoju ich uzdolnień)</w:t>
      </w:r>
    </w:p>
    <w:p w14:paraId="25A702E9" w14:textId="77777777" w:rsidR="008E0CA7" w:rsidRPr="0059720B" w:rsidRDefault="008E0CA7" w:rsidP="008E0CA7">
      <w:pPr>
        <w:pStyle w:val="Akapitzlist"/>
        <w:spacing w:after="200" w:line="276" w:lineRule="auto"/>
        <w:jc w:val="both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64218689" w14:textId="2CCBE899" w:rsidR="00D27298" w:rsidRPr="0059720B" w:rsidRDefault="00D27298" w:rsidP="00441488">
      <w:pPr>
        <w:pStyle w:val="Akapitzlist"/>
        <w:numPr>
          <w:ilvl w:val="0"/>
          <w:numId w:val="34"/>
        </w:numPr>
        <w:spacing w:after="200" w:line="276" w:lineRule="auto"/>
        <w:jc w:val="both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  <w:r w:rsidRPr="0059720B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 xml:space="preserve">DANE OFERENTA: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5946"/>
      </w:tblGrid>
      <w:tr w:rsidR="00D27298" w:rsidRPr="0059720B" w14:paraId="40214CF6" w14:textId="77777777" w:rsidTr="0092743F">
        <w:tc>
          <w:tcPr>
            <w:tcW w:w="3114" w:type="dxa"/>
            <w:shd w:val="clear" w:color="auto" w:fill="E7E6E6" w:themeFill="background2"/>
            <w:vAlign w:val="center"/>
          </w:tcPr>
          <w:p w14:paraId="75332AA8" w14:textId="77777777" w:rsidR="00D27298" w:rsidRPr="0059720B" w:rsidRDefault="00D27298" w:rsidP="00CB30AE">
            <w:pPr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59720B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Nazwa Oferenta:</w:t>
            </w:r>
          </w:p>
        </w:tc>
        <w:tc>
          <w:tcPr>
            <w:tcW w:w="5946" w:type="dxa"/>
          </w:tcPr>
          <w:p w14:paraId="46F856A8" w14:textId="77777777" w:rsidR="00D27298" w:rsidRPr="0059720B" w:rsidRDefault="00D27298" w:rsidP="00CB30AE">
            <w:pPr>
              <w:spacing w:after="240"/>
              <w:jc w:val="both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D27298" w:rsidRPr="0059720B" w14:paraId="30A0A1DB" w14:textId="77777777" w:rsidTr="0092743F">
        <w:tc>
          <w:tcPr>
            <w:tcW w:w="3114" w:type="dxa"/>
            <w:shd w:val="clear" w:color="auto" w:fill="E7E6E6" w:themeFill="background2"/>
            <w:vAlign w:val="center"/>
          </w:tcPr>
          <w:p w14:paraId="589262B7" w14:textId="77777777" w:rsidR="00D27298" w:rsidRPr="0059720B" w:rsidRDefault="00D27298" w:rsidP="00CB30AE">
            <w:pPr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59720B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Dane adresowe:</w:t>
            </w:r>
          </w:p>
        </w:tc>
        <w:tc>
          <w:tcPr>
            <w:tcW w:w="5946" w:type="dxa"/>
          </w:tcPr>
          <w:p w14:paraId="02E1EF29" w14:textId="77777777" w:rsidR="00D27298" w:rsidRPr="0059720B" w:rsidRDefault="00D27298" w:rsidP="00CB30AE">
            <w:pPr>
              <w:spacing w:after="240"/>
              <w:jc w:val="both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D27298" w:rsidRPr="0059720B" w14:paraId="63167B00" w14:textId="77777777" w:rsidTr="0092743F">
        <w:tc>
          <w:tcPr>
            <w:tcW w:w="3114" w:type="dxa"/>
            <w:shd w:val="clear" w:color="auto" w:fill="E7E6E6" w:themeFill="background2"/>
            <w:vAlign w:val="center"/>
          </w:tcPr>
          <w:p w14:paraId="1D6E1D9D" w14:textId="77777777" w:rsidR="00D27298" w:rsidRPr="0059720B" w:rsidRDefault="00D27298" w:rsidP="00CB30AE">
            <w:pPr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59720B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Nr telefonu:</w:t>
            </w:r>
          </w:p>
        </w:tc>
        <w:tc>
          <w:tcPr>
            <w:tcW w:w="5946" w:type="dxa"/>
          </w:tcPr>
          <w:p w14:paraId="2472CC5B" w14:textId="77777777" w:rsidR="00D27298" w:rsidRPr="0059720B" w:rsidRDefault="00D27298" w:rsidP="00CB30AE">
            <w:pPr>
              <w:spacing w:after="240"/>
              <w:jc w:val="both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D27298" w:rsidRPr="0059720B" w14:paraId="16B2E757" w14:textId="77777777" w:rsidTr="0092743F">
        <w:tc>
          <w:tcPr>
            <w:tcW w:w="3114" w:type="dxa"/>
            <w:shd w:val="clear" w:color="auto" w:fill="E7E6E6" w:themeFill="background2"/>
            <w:vAlign w:val="center"/>
          </w:tcPr>
          <w:p w14:paraId="707994D3" w14:textId="77777777" w:rsidR="00D27298" w:rsidRPr="0059720B" w:rsidRDefault="00D27298" w:rsidP="00CB30AE">
            <w:pPr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59720B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Adres e-mail:</w:t>
            </w:r>
          </w:p>
        </w:tc>
        <w:tc>
          <w:tcPr>
            <w:tcW w:w="5946" w:type="dxa"/>
          </w:tcPr>
          <w:p w14:paraId="034F5D17" w14:textId="77777777" w:rsidR="00D27298" w:rsidRPr="0059720B" w:rsidRDefault="00D27298" w:rsidP="00CB30AE">
            <w:pPr>
              <w:spacing w:after="240"/>
              <w:jc w:val="both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D27298" w:rsidRPr="0059720B" w14:paraId="217471C8" w14:textId="77777777" w:rsidTr="0092743F">
        <w:tc>
          <w:tcPr>
            <w:tcW w:w="3114" w:type="dxa"/>
            <w:shd w:val="clear" w:color="auto" w:fill="E7E6E6" w:themeFill="background2"/>
            <w:vAlign w:val="center"/>
          </w:tcPr>
          <w:p w14:paraId="6861BFFC" w14:textId="1D354D4B" w:rsidR="00D27298" w:rsidRPr="0059720B" w:rsidRDefault="00D27298" w:rsidP="00CB30AE">
            <w:pPr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59720B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NIP</w:t>
            </w:r>
            <w:r w:rsidR="0092743F" w:rsidRPr="0059720B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/PESEL</w:t>
            </w:r>
          </w:p>
        </w:tc>
        <w:tc>
          <w:tcPr>
            <w:tcW w:w="5946" w:type="dxa"/>
          </w:tcPr>
          <w:p w14:paraId="090F0D0D" w14:textId="77777777" w:rsidR="00D27298" w:rsidRPr="0059720B" w:rsidRDefault="00D27298" w:rsidP="00CB30AE">
            <w:pPr>
              <w:spacing w:after="240"/>
              <w:jc w:val="both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D27298" w:rsidRPr="0059720B" w14:paraId="74C9A1E1" w14:textId="77777777" w:rsidTr="0092743F">
        <w:tc>
          <w:tcPr>
            <w:tcW w:w="3114" w:type="dxa"/>
            <w:shd w:val="clear" w:color="auto" w:fill="E7E6E6" w:themeFill="background2"/>
            <w:vAlign w:val="center"/>
          </w:tcPr>
          <w:p w14:paraId="0B3DD921" w14:textId="77777777" w:rsidR="00D27298" w:rsidRPr="0059720B" w:rsidRDefault="00D27298" w:rsidP="00CB30AE">
            <w:pPr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59720B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Nr KRS (ewentualnie CEIDG):</w:t>
            </w:r>
          </w:p>
        </w:tc>
        <w:tc>
          <w:tcPr>
            <w:tcW w:w="5946" w:type="dxa"/>
          </w:tcPr>
          <w:p w14:paraId="5EBF87CD" w14:textId="77777777" w:rsidR="00D27298" w:rsidRPr="0059720B" w:rsidRDefault="00D27298" w:rsidP="00CB30AE">
            <w:pPr>
              <w:spacing w:after="240"/>
              <w:jc w:val="both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D27298" w:rsidRPr="0059720B" w14:paraId="5325CA7A" w14:textId="77777777" w:rsidTr="0092743F">
        <w:tc>
          <w:tcPr>
            <w:tcW w:w="3114" w:type="dxa"/>
            <w:shd w:val="clear" w:color="auto" w:fill="E7E6E6" w:themeFill="background2"/>
            <w:vAlign w:val="center"/>
          </w:tcPr>
          <w:p w14:paraId="76542FD8" w14:textId="77777777" w:rsidR="00D27298" w:rsidRPr="0059720B" w:rsidRDefault="00D27298" w:rsidP="00CB30AE">
            <w:pPr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  <w:r w:rsidRPr="0059720B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Imię i nazwisko osoby upoważnionej do reprezentowania Oferenta i podpisującej ofertę:</w:t>
            </w:r>
          </w:p>
        </w:tc>
        <w:tc>
          <w:tcPr>
            <w:tcW w:w="5946" w:type="dxa"/>
          </w:tcPr>
          <w:p w14:paraId="16BC5C18" w14:textId="77777777" w:rsidR="00D27298" w:rsidRPr="0059720B" w:rsidRDefault="00D27298" w:rsidP="00CB30AE">
            <w:pPr>
              <w:spacing w:after="240"/>
              <w:jc w:val="both"/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</w:pPr>
          </w:p>
        </w:tc>
      </w:tr>
    </w:tbl>
    <w:p w14:paraId="7B01741C" w14:textId="0944D44B" w:rsidR="0092743F" w:rsidRPr="0059720B" w:rsidRDefault="0092743F">
      <w:pPr>
        <w:spacing w:after="160" w:line="259" w:lineRule="auto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79DA0373" w14:textId="3149E5CB" w:rsidR="00D27298" w:rsidRPr="0059720B" w:rsidRDefault="00D27298" w:rsidP="00D27298">
      <w:pPr>
        <w:spacing w:after="200" w:line="276" w:lineRule="auto"/>
        <w:jc w:val="both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  <w:r w:rsidRPr="0059720B">
        <w:rPr>
          <w:rFonts w:asciiTheme="minorHAnsi" w:eastAsia="Calibri" w:hAnsiTheme="minorHAnsi" w:cstheme="minorHAnsi"/>
          <w:b/>
          <w:sz w:val="20"/>
          <w:szCs w:val="20"/>
          <w:lang w:eastAsia="en-US"/>
        </w:rPr>
        <w:t>OFERTA:</w:t>
      </w:r>
    </w:p>
    <w:p w14:paraId="258DEDD5" w14:textId="50307E9A" w:rsidR="007677B5" w:rsidRPr="0059720B" w:rsidRDefault="00D27298" w:rsidP="00D27298">
      <w:pPr>
        <w:jc w:val="both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 xml:space="preserve">Uwzględniając wszystkie zapisy zapytania ofertowego </w:t>
      </w:r>
      <w:r w:rsidRPr="00C03B9C">
        <w:rPr>
          <w:rFonts w:asciiTheme="minorHAnsi" w:hAnsiTheme="minorHAnsi" w:cstheme="minorHAnsi"/>
          <w:i/>
          <w:iCs/>
          <w:sz w:val="20"/>
          <w:szCs w:val="20"/>
        </w:rPr>
        <w:t>nr</w:t>
      </w:r>
      <w:r w:rsidRPr="00C03B9C">
        <w:rPr>
          <w:rFonts w:asciiTheme="minorHAnsi" w:eastAsia="Calibri" w:hAnsiTheme="minorHAnsi" w:cstheme="minorHAnsi"/>
          <w:i/>
          <w:iCs/>
          <w:sz w:val="20"/>
          <w:szCs w:val="20"/>
          <w:lang w:eastAsia="en-US"/>
        </w:rPr>
        <w:t xml:space="preserve"> PPP.SRCh.0</w:t>
      </w:r>
      <w:r w:rsidR="00072935" w:rsidRPr="00C03B9C">
        <w:rPr>
          <w:rFonts w:asciiTheme="minorHAnsi" w:eastAsia="Calibri" w:hAnsiTheme="minorHAnsi" w:cstheme="minorHAnsi"/>
          <w:i/>
          <w:iCs/>
          <w:sz w:val="20"/>
          <w:szCs w:val="20"/>
          <w:lang w:eastAsia="en-US"/>
        </w:rPr>
        <w:t>2</w:t>
      </w:r>
      <w:r w:rsidRPr="00C03B9C">
        <w:rPr>
          <w:rFonts w:asciiTheme="minorHAnsi" w:eastAsia="Calibri" w:hAnsiTheme="minorHAnsi" w:cstheme="minorHAnsi"/>
          <w:i/>
          <w:iCs/>
          <w:sz w:val="20"/>
          <w:szCs w:val="20"/>
          <w:lang w:eastAsia="en-US"/>
        </w:rPr>
        <w:t>.202</w:t>
      </w:r>
      <w:r w:rsidR="0000131E" w:rsidRPr="00C03B9C">
        <w:rPr>
          <w:rFonts w:asciiTheme="minorHAnsi" w:eastAsia="Calibri" w:hAnsiTheme="minorHAnsi" w:cstheme="minorHAnsi"/>
          <w:i/>
          <w:iCs/>
          <w:sz w:val="20"/>
          <w:szCs w:val="20"/>
          <w:lang w:eastAsia="en-US"/>
        </w:rPr>
        <w:t>6</w:t>
      </w:r>
      <w:r w:rsidRPr="00C03B9C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C03B9C" w:rsidRPr="00C03B9C">
        <w:rPr>
          <w:rFonts w:asciiTheme="minorHAnsi" w:hAnsiTheme="minorHAnsi" w:cstheme="minorHAnsi"/>
          <w:i/>
          <w:iCs/>
          <w:sz w:val="20"/>
          <w:szCs w:val="20"/>
        </w:rPr>
        <w:t>z dnia 05.02.2026 r.</w:t>
      </w:r>
      <w:r w:rsidR="00C03B9C">
        <w:rPr>
          <w:rFonts w:asciiTheme="minorHAnsi" w:hAnsiTheme="minorHAnsi" w:cstheme="minorHAnsi"/>
          <w:sz w:val="20"/>
          <w:szCs w:val="20"/>
        </w:rPr>
        <w:t xml:space="preserve"> </w:t>
      </w:r>
      <w:r w:rsidRPr="0059720B">
        <w:rPr>
          <w:rFonts w:asciiTheme="minorHAnsi" w:hAnsiTheme="minorHAnsi" w:cstheme="minorHAnsi"/>
          <w:sz w:val="20"/>
          <w:szCs w:val="20"/>
        </w:rPr>
        <w:t xml:space="preserve">oferuję wykonanie zamówienia </w:t>
      </w:r>
    </w:p>
    <w:p w14:paraId="36DF3D70" w14:textId="77777777" w:rsidR="007677B5" w:rsidRPr="0059720B" w:rsidRDefault="007677B5" w:rsidP="00D2729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BC98650" w14:textId="5D0DB221" w:rsidR="0092743F" w:rsidRPr="0059720B" w:rsidRDefault="00EB0464" w:rsidP="00D27298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EB0464">
        <w:rPr>
          <w:rFonts w:asciiTheme="minorHAnsi" w:hAnsiTheme="minorHAnsi" w:cstheme="minorHAnsi"/>
          <w:b/>
          <w:bCs/>
          <w:sz w:val="20"/>
          <w:szCs w:val="20"/>
        </w:rPr>
        <w:t xml:space="preserve">części 1 </w:t>
      </w:r>
      <w:r w:rsidR="00081FAD" w:rsidRPr="00081FAD">
        <w:rPr>
          <w:rFonts w:asciiTheme="minorHAnsi" w:hAnsiTheme="minorHAnsi" w:cstheme="minorHAnsi"/>
          <w:b/>
          <w:bCs/>
          <w:sz w:val="20"/>
          <w:szCs w:val="20"/>
        </w:rPr>
        <w:t>„</w:t>
      </w:r>
      <w:proofErr w:type="spellStart"/>
      <w:r w:rsidR="00081FAD" w:rsidRPr="00081FAD">
        <w:rPr>
          <w:rFonts w:asciiTheme="minorHAnsi" w:hAnsiTheme="minorHAnsi" w:cstheme="minorHAnsi"/>
          <w:b/>
          <w:bCs/>
          <w:sz w:val="20"/>
          <w:szCs w:val="20"/>
        </w:rPr>
        <w:t>Supermoce</w:t>
      </w:r>
      <w:proofErr w:type="spellEnd"/>
      <w:r w:rsidR="00081FAD" w:rsidRPr="00081FAD">
        <w:rPr>
          <w:rFonts w:asciiTheme="minorHAnsi" w:hAnsiTheme="minorHAnsi" w:cstheme="minorHAnsi"/>
          <w:b/>
          <w:bCs/>
          <w:sz w:val="20"/>
          <w:szCs w:val="20"/>
        </w:rPr>
        <w:t xml:space="preserve"> roślin i zwierząt”- warsztaty z biologii dla jednej grupy (1grupa) uczniów (3-10 osób)</w:t>
      </w:r>
    </w:p>
    <w:p w14:paraId="19F02F88" w14:textId="77777777" w:rsidR="007677B5" w:rsidRPr="0059720B" w:rsidRDefault="007677B5" w:rsidP="00D2729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8A63E9A" w14:textId="19799122" w:rsidR="00BC546A" w:rsidRPr="0059720B" w:rsidRDefault="0092743F" w:rsidP="00D27298">
      <w:pPr>
        <w:jc w:val="both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 xml:space="preserve">W </w:t>
      </w:r>
      <w:r w:rsidR="00D27298" w:rsidRPr="0059720B">
        <w:rPr>
          <w:rFonts w:asciiTheme="minorHAnsi" w:hAnsiTheme="minorHAnsi" w:cstheme="minorHAnsi"/>
          <w:sz w:val="20"/>
          <w:szCs w:val="20"/>
        </w:rPr>
        <w:t>następującej kwocie:</w:t>
      </w:r>
    </w:p>
    <w:p w14:paraId="4FCBF37F" w14:textId="77777777" w:rsidR="00D27298" w:rsidRPr="0059720B" w:rsidRDefault="00D27298" w:rsidP="00D2729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E49423A" w14:textId="18045438" w:rsidR="00D27298" w:rsidRPr="0059720B" w:rsidRDefault="00D27298" w:rsidP="00D27298">
      <w:pPr>
        <w:jc w:val="both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>……………………………………………………………..zł za 1h (60 min) warsztatów metodą projektu</w:t>
      </w:r>
    </w:p>
    <w:p w14:paraId="791FACD3" w14:textId="77777777" w:rsidR="007677B5" w:rsidRPr="0059720B" w:rsidRDefault="007677B5" w:rsidP="00D2729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B7E84E9" w14:textId="77777777" w:rsidR="00D27298" w:rsidRPr="0059720B" w:rsidRDefault="00D27298" w:rsidP="00D2729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FBDB050" w14:textId="77777777" w:rsidR="00D27298" w:rsidRPr="0059720B" w:rsidRDefault="00D27298" w:rsidP="00D27298">
      <w:pPr>
        <w:jc w:val="both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>Wartość zamówienia …………………………………………………………………………… ( 20h x cena za1h warsztatów)</w:t>
      </w:r>
    </w:p>
    <w:p w14:paraId="2B21ECD1" w14:textId="77777777" w:rsidR="00D27298" w:rsidRPr="0059720B" w:rsidRDefault="00D27298" w:rsidP="00D2729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F86DC3A" w14:textId="77777777" w:rsidR="00D27298" w:rsidRPr="0059720B" w:rsidRDefault="00D27298" w:rsidP="00D27298">
      <w:pPr>
        <w:spacing w:after="200"/>
        <w:jc w:val="both"/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</w:pPr>
      <w:r w:rsidRPr="0059720B"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  <w:t>Cena brutto w przypadku firm/osób prawnych zawiera podatek VAT, który Wykonawca jest zobowiązany obliczyć zgodnie z obowiązującymi przepisami.</w:t>
      </w:r>
    </w:p>
    <w:p w14:paraId="03BB6FCC" w14:textId="77777777" w:rsidR="00D27298" w:rsidRPr="0059720B" w:rsidRDefault="00D27298" w:rsidP="00D27298">
      <w:pPr>
        <w:spacing w:after="200"/>
        <w:jc w:val="both"/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</w:pPr>
      <w:r w:rsidRPr="0059720B"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  <w:t>W przypadku osób fizycznych nieprowadzących działalności gospodarczej cena brutto zawiera wszelkie narzuty.</w:t>
      </w:r>
    </w:p>
    <w:p w14:paraId="48BC869A" w14:textId="77777777" w:rsidR="00D27298" w:rsidRPr="0059720B" w:rsidRDefault="00D27298" w:rsidP="00D27298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0384A335" w14:textId="77777777" w:rsidR="00D27298" w:rsidRPr="0059720B" w:rsidRDefault="00D27298" w:rsidP="00D27298">
      <w:pPr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>Do realizacji zamówienia skierowana zostanie osoba …………………………………………………...…, która:</w:t>
      </w:r>
    </w:p>
    <w:p w14:paraId="1275D2E4" w14:textId="4C174E98" w:rsidR="00D27298" w:rsidRPr="00CB16EE" w:rsidRDefault="00D27298" w:rsidP="00D27298">
      <w:pPr>
        <w:rPr>
          <w:rFonts w:asciiTheme="minorHAnsi" w:hAnsiTheme="minorHAnsi" w:cstheme="minorHAnsi"/>
          <w:i/>
          <w:iCs/>
          <w:sz w:val="16"/>
          <w:szCs w:val="16"/>
        </w:rPr>
      </w:pPr>
      <w:r w:rsidRPr="00CB16EE">
        <w:rPr>
          <w:rFonts w:asciiTheme="minorHAnsi" w:hAnsiTheme="minorHAnsi" w:cstheme="minorHAnsi"/>
          <w:i/>
          <w:iCs/>
          <w:sz w:val="16"/>
          <w:szCs w:val="16"/>
        </w:rPr>
        <w:t xml:space="preserve">                                                                                          </w:t>
      </w:r>
      <w:r w:rsidR="00CB16EE">
        <w:rPr>
          <w:rFonts w:asciiTheme="minorHAnsi" w:hAnsiTheme="minorHAnsi" w:cstheme="minorHAnsi"/>
          <w:i/>
          <w:iCs/>
          <w:sz w:val="16"/>
          <w:szCs w:val="16"/>
        </w:rPr>
        <w:tab/>
      </w:r>
      <w:r w:rsidR="00CB16EE">
        <w:rPr>
          <w:rFonts w:asciiTheme="minorHAnsi" w:hAnsiTheme="minorHAnsi" w:cstheme="minorHAnsi"/>
          <w:i/>
          <w:iCs/>
          <w:sz w:val="16"/>
          <w:szCs w:val="16"/>
        </w:rPr>
        <w:tab/>
        <w:t xml:space="preserve">   </w:t>
      </w:r>
      <w:r w:rsidRPr="00CB16EE">
        <w:rPr>
          <w:rFonts w:asciiTheme="minorHAnsi" w:hAnsiTheme="minorHAnsi" w:cstheme="minorHAnsi"/>
          <w:i/>
          <w:iCs/>
          <w:sz w:val="16"/>
          <w:szCs w:val="16"/>
        </w:rPr>
        <w:t xml:space="preserve">  (imię i nazwisko</w:t>
      </w:r>
      <w:r w:rsidR="00245A39" w:rsidRPr="00CB16EE">
        <w:rPr>
          <w:rFonts w:asciiTheme="minorHAnsi" w:hAnsiTheme="minorHAnsi" w:cstheme="minorHAnsi"/>
          <w:i/>
          <w:iCs/>
          <w:sz w:val="16"/>
          <w:szCs w:val="16"/>
        </w:rPr>
        <w:t xml:space="preserve"> nauczyciela wiodącego </w:t>
      </w:r>
      <w:r w:rsidRPr="00CB16EE">
        <w:rPr>
          <w:rFonts w:asciiTheme="minorHAnsi" w:hAnsiTheme="minorHAnsi" w:cstheme="minorHAnsi"/>
          <w:i/>
          <w:iCs/>
          <w:sz w:val="16"/>
          <w:szCs w:val="16"/>
        </w:rPr>
        <w:t>)</w:t>
      </w:r>
    </w:p>
    <w:p w14:paraId="4D2835DE" w14:textId="77777777" w:rsidR="00D27298" w:rsidRPr="0059720B" w:rsidRDefault="00D27298" w:rsidP="00D27298">
      <w:pPr>
        <w:rPr>
          <w:rFonts w:asciiTheme="minorHAnsi" w:hAnsiTheme="minorHAnsi" w:cstheme="minorHAnsi"/>
          <w:sz w:val="20"/>
          <w:szCs w:val="20"/>
        </w:rPr>
      </w:pPr>
    </w:p>
    <w:p w14:paraId="2018A654" w14:textId="77777777" w:rsidR="00D27298" w:rsidRPr="0059720B" w:rsidRDefault="00D27298" w:rsidP="00CB16EE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 xml:space="preserve">ma ….. lat doświadczenia  zawodowego </w:t>
      </w:r>
      <w:r w:rsidRPr="0059720B">
        <w:rPr>
          <w:rFonts w:asciiTheme="minorHAnsi" w:hAnsiTheme="minorHAnsi" w:cstheme="minorHAnsi"/>
          <w:bCs/>
          <w:i/>
          <w:sz w:val="20"/>
          <w:szCs w:val="20"/>
          <w:lang w:eastAsia="en-US"/>
        </w:rPr>
        <w:t>(</w:t>
      </w:r>
      <w:r w:rsidRPr="0059720B">
        <w:rPr>
          <w:rFonts w:asciiTheme="minorHAnsi" w:hAnsiTheme="minorHAnsi" w:cstheme="minorHAnsi"/>
          <w:b/>
          <w:bCs/>
          <w:i/>
          <w:sz w:val="20"/>
          <w:szCs w:val="20"/>
          <w:lang w:eastAsia="en-US"/>
        </w:rPr>
        <w:t>z wyłączeniem trzech lat stażu wykazanego na spełnienie warunku udziału, o którym mowa w zapytaniu punkt III)</w:t>
      </w:r>
      <w:r w:rsidRPr="0059720B">
        <w:rPr>
          <w:rFonts w:asciiTheme="minorHAnsi" w:hAnsiTheme="minorHAnsi" w:cstheme="minorHAnsi"/>
          <w:bCs/>
          <w:i/>
          <w:sz w:val="20"/>
          <w:szCs w:val="20"/>
          <w:lang w:eastAsia="en-US"/>
        </w:rPr>
        <w:t>.</w:t>
      </w:r>
    </w:p>
    <w:p w14:paraId="7802AF32" w14:textId="0648931A" w:rsidR="0092743F" w:rsidRPr="0059720B" w:rsidRDefault="0092743F" w:rsidP="0092743F">
      <w:pPr>
        <w:spacing w:after="160" w:line="259" w:lineRule="auto"/>
        <w:rPr>
          <w:rFonts w:asciiTheme="minorHAnsi" w:hAnsiTheme="minorHAnsi" w:cstheme="minorHAnsi"/>
          <w:bCs/>
          <w:i/>
          <w:sz w:val="20"/>
          <w:szCs w:val="20"/>
          <w:lang w:eastAsia="en-US"/>
        </w:rPr>
      </w:pPr>
      <w:r w:rsidRPr="0059720B">
        <w:rPr>
          <w:rFonts w:asciiTheme="minorHAnsi" w:hAnsiTheme="minorHAnsi" w:cstheme="minorHAnsi"/>
          <w:bCs/>
          <w:i/>
          <w:sz w:val="20"/>
          <w:szCs w:val="20"/>
          <w:lang w:eastAsia="en-US"/>
        </w:rPr>
        <w:br w:type="page"/>
      </w:r>
    </w:p>
    <w:p w14:paraId="6928F27D" w14:textId="77777777" w:rsidR="00081FAD" w:rsidRDefault="00081FAD" w:rsidP="0092743F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557A4A1E" w14:textId="7F54896C" w:rsidR="0092743F" w:rsidRDefault="00081FAD" w:rsidP="0092743F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c</w:t>
      </w:r>
      <w:r w:rsidR="00EB0464" w:rsidRPr="00EB0464">
        <w:rPr>
          <w:rFonts w:asciiTheme="minorHAnsi" w:hAnsiTheme="minorHAnsi" w:cstheme="minorHAnsi"/>
          <w:b/>
          <w:bCs/>
          <w:sz w:val="20"/>
          <w:szCs w:val="20"/>
        </w:rPr>
        <w:t xml:space="preserve">zęści 2. </w:t>
      </w:r>
      <w:r w:rsidRPr="00081FAD">
        <w:rPr>
          <w:rFonts w:asciiTheme="minorHAnsi" w:hAnsiTheme="minorHAnsi" w:cstheme="minorHAnsi"/>
          <w:b/>
          <w:bCs/>
          <w:sz w:val="20"/>
          <w:szCs w:val="20"/>
        </w:rPr>
        <w:t>„Biologia w praktyce - wykorzystanie wiedzy biologicznej w życiu codziennym” warsztaty z biologii dla jednej grupy (1grupa) uczniów (3-10 osób)</w:t>
      </w:r>
    </w:p>
    <w:p w14:paraId="2BEB0E3A" w14:textId="77777777" w:rsidR="00081FAD" w:rsidRPr="0059720B" w:rsidRDefault="00081FAD" w:rsidP="0092743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4B89CD0" w14:textId="77777777" w:rsidR="00CB16EE" w:rsidRPr="0059720B" w:rsidRDefault="00CB16EE" w:rsidP="00CB16EE">
      <w:pPr>
        <w:jc w:val="both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>W następującej kwocie:</w:t>
      </w:r>
    </w:p>
    <w:p w14:paraId="1964C735" w14:textId="77777777" w:rsidR="00CB16EE" w:rsidRPr="0059720B" w:rsidRDefault="00CB16EE" w:rsidP="00CB16E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A3B0875" w14:textId="77777777" w:rsidR="00CB16EE" w:rsidRPr="0059720B" w:rsidRDefault="00CB16EE" w:rsidP="00CB16EE">
      <w:pPr>
        <w:jc w:val="both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>……………………………………………………………..zł za 1h (60 min) warsztatów metodą projektu</w:t>
      </w:r>
    </w:p>
    <w:p w14:paraId="55C03FED" w14:textId="77777777" w:rsidR="00CB16EE" w:rsidRPr="0059720B" w:rsidRDefault="00CB16EE" w:rsidP="00CB16E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B61559E" w14:textId="77777777" w:rsidR="00CB16EE" w:rsidRPr="0059720B" w:rsidRDefault="00CB16EE" w:rsidP="00CB16E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01E652A" w14:textId="77777777" w:rsidR="00CB16EE" w:rsidRPr="0059720B" w:rsidRDefault="00CB16EE" w:rsidP="00CB16EE">
      <w:pPr>
        <w:jc w:val="both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>Wartość zamówienia …………………………………………………………………………… ( 20h x cena za1h warsztatów)</w:t>
      </w:r>
    </w:p>
    <w:p w14:paraId="591BE322" w14:textId="77777777" w:rsidR="00CB16EE" w:rsidRPr="0059720B" w:rsidRDefault="00CB16EE" w:rsidP="00CB16E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DE57854" w14:textId="77777777" w:rsidR="00CB16EE" w:rsidRPr="0059720B" w:rsidRDefault="00CB16EE" w:rsidP="00CB16EE">
      <w:pPr>
        <w:spacing w:after="200"/>
        <w:jc w:val="both"/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</w:pPr>
      <w:r w:rsidRPr="0059720B"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  <w:t>Cena brutto w przypadku firm/osób prawnych zawiera podatek VAT, który Wykonawca jest zobowiązany obliczyć zgodnie z obowiązującymi przepisami.</w:t>
      </w:r>
    </w:p>
    <w:p w14:paraId="0745F45A" w14:textId="77777777" w:rsidR="00CB16EE" w:rsidRPr="0059720B" w:rsidRDefault="00CB16EE" w:rsidP="00CB16EE">
      <w:pPr>
        <w:spacing w:after="200"/>
        <w:jc w:val="both"/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</w:pPr>
      <w:r w:rsidRPr="0059720B"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  <w:t>W przypadku osób fizycznych nieprowadzących działalności gospodarczej cena brutto zawiera wszelkie narzuty.</w:t>
      </w:r>
    </w:p>
    <w:p w14:paraId="21BBDF43" w14:textId="77777777" w:rsidR="00CB16EE" w:rsidRPr="0059720B" w:rsidRDefault="00CB16EE" w:rsidP="00CB16EE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3F70DA84" w14:textId="77777777" w:rsidR="00CB16EE" w:rsidRPr="0059720B" w:rsidRDefault="00CB16EE" w:rsidP="00CB16EE">
      <w:pPr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>Do realizacji zamówienia skierowana zostanie osoba …………………………………………………...…, która:</w:t>
      </w:r>
    </w:p>
    <w:p w14:paraId="677BD73D" w14:textId="77777777" w:rsidR="00CB16EE" w:rsidRPr="00CB16EE" w:rsidRDefault="00CB16EE" w:rsidP="00CB16EE">
      <w:pPr>
        <w:rPr>
          <w:rFonts w:asciiTheme="minorHAnsi" w:hAnsiTheme="minorHAnsi" w:cstheme="minorHAnsi"/>
          <w:i/>
          <w:iCs/>
          <w:sz w:val="16"/>
          <w:szCs w:val="16"/>
        </w:rPr>
      </w:pPr>
      <w:r w:rsidRPr="00CB16EE">
        <w:rPr>
          <w:rFonts w:asciiTheme="minorHAnsi" w:hAnsiTheme="minorHAnsi" w:cstheme="minorHAnsi"/>
          <w:i/>
          <w:iCs/>
          <w:sz w:val="16"/>
          <w:szCs w:val="16"/>
        </w:rPr>
        <w:t xml:space="preserve">                                                                                          </w:t>
      </w:r>
      <w:r>
        <w:rPr>
          <w:rFonts w:asciiTheme="minorHAnsi" w:hAnsiTheme="minorHAnsi" w:cstheme="minorHAnsi"/>
          <w:i/>
          <w:iCs/>
          <w:sz w:val="16"/>
          <w:szCs w:val="16"/>
        </w:rPr>
        <w:tab/>
      </w:r>
      <w:r>
        <w:rPr>
          <w:rFonts w:asciiTheme="minorHAnsi" w:hAnsiTheme="minorHAnsi" w:cstheme="minorHAnsi"/>
          <w:i/>
          <w:iCs/>
          <w:sz w:val="16"/>
          <w:szCs w:val="16"/>
        </w:rPr>
        <w:tab/>
        <w:t xml:space="preserve">   </w:t>
      </w:r>
      <w:r w:rsidRPr="00CB16EE">
        <w:rPr>
          <w:rFonts w:asciiTheme="minorHAnsi" w:hAnsiTheme="minorHAnsi" w:cstheme="minorHAnsi"/>
          <w:i/>
          <w:iCs/>
          <w:sz w:val="16"/>
          <w:szCs w:val="16"/>
        </w:rPr>
        <w:t xml:space="preserve">  (imię i nazwisko nauczyciela wiodącego )</w:t>
      </w:r>
    </w:p>
    <w:p w14:paraId="14FD1E79" w14:textId="77777777" w:rsidR="00CB16EE" w:rsidRPr="0059720B" w:rsidRDefault="00CB16EE" w:rsidP="00CB16EE">
      <w:pPr>
        <w:rPr>
          <w:rFonts w:asciiTheme="minorHAnsi" w:hAnsiTheme="minorHAnsi" w:cstheme="minorHAnsi"/>
          <w:sz w:val="20"/>
          <w:szCs w:val="20"/>
        </w:rPr>
      </w:pPr>
    </w:p>
    <w:p w14:paraId="4D86BD3B" w14:textId="77777777" w:rsidR="00CB16EE" w:rsidRPr="0059720B" w:rsidRDefault="00CB16EE" w:rsidP="00CB16EE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 xml:space="preserve">ma ….. lat doświadczenia  zawodowego </w:t>
      </w:r>
      <w:r w:rsidRPr="0059720B">
        <w:rPr>
          <w:rFonts w:asciiTheme="minorHAnsi" w:hAnsiTheme="minorHAnsi" w:cstheme="minorHAnsi"/>
          <w:bCs/>
          <w:i/>
          <w:sz w:val="20"/>
          <w:szCs w:val="20"/>
          <w:lang w:eastAsia="en-US"/>
        </w:rPr>
        <w:t>(</w:t>
      </w:r>
      <w:r w:rsidRPr="0059720B">
        <w:rPr>
          <w:rFonts w:asciiTheme="minorHAnsi" w:hAnsiTheme="minorHAnsi" w:cstheme="minorHAnsi"/>
          <w:b/>
          <w:bCs/>
          <w:i/>
          <w:sz w:val="20"/>
          <w:szCs w:val="20"/>
          <w:lang w:eastAsia="en-US"/>
        </w:rPr>
        <w:t>z wyłączeniem trzech lat stażu wykazanego na spełnienie warunku udziału, o którym mowa w zapytaniu punkt III)</w:t>
      </w:r>
      <w:r w:rsidRPr="0059720B">
        <w:rPr>
          <w:rFonts w:asciiTheme="minorHAnsi" w:hAnsiTheme="minorHAnsi" w:cstheme="minorHAnsi"/>
          <w:bCs/>
          <w:i/>
          <w:sz w:val="20"/>
          <w:szCs w:val="20"/>
          <w:lang w:eastAsia="en-US"/>
        </w:rPr>
        <w:t>.</w:t>
      </w:r>
    </w:p>
    <w:p w14:paraId="5026B536" w14:textId="7AFDBB14" w:rsidR="0092743F" w:rsidRPr="0059720B" w:rsidRDefault="0092743F" w:rsidP="0092743F">
      <w:pPr>
        <w:spacing w:after="160" w:line="259" w:lineRule="auto"/>
        <w:rPr>
          <w:rFonts w:asciiTheme="minorHAnsi" w:hAnsiTheme="minorHAnsi" w:cstheme="minorHAnsi"/>
          <w:bCs/>
          <w:i/>
          <w:sz w:val="20"/>
          <w:szCs w:val="20"/>
          <w:lang w:eastAsia="en-US"/>
        </w:rPr>
      </w:pPr>
    </w:p>
    <w:p w14:paraId="7FDF4785" w14:textId="77777777" w:rsidR="00081FAD" w:rsidRDefault="00081FAD" w:rsidP="00EB0464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7218DEF5" w14:textId="62EB81CC" w:rsidR="00EB0464" w:rsidRPr="00EB0464" w:rsidRDefault="00081FAD" w:rsidP="00EB0464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c</w:t>
      </w:r>
      <w:r w:rsidR="00EB0464" w:rsidRPr="00EB0464">
        <w:rPr>
          <w:rFonts w:asciiTheme="minorHAnsi" w:hAnsiTheme="minorHAnsi" w:cstheme="minorHAnsi"/>
          <w:b/>
          <w:bCs/>
          <w:sz w:val="20"/>
          <w:szCs w:val="20"/>
        </w:rPr>
        <w:t xml:space="preserve">zęści 3. </w:t>
      </w:r>
      <w:r w:rsidRPr="00081FAD">
        <w:rPr>
          <w:rFonts w:asciiTheme="minorHAnsi" w:hAnsiTheme="minorHAnsi" w:cstheme="minorHAnsi"/>
          <w:b/>
          <w:bCs/>
          <w:sz w:val="20"/>
          <w:szCs w:val="20"/>
        </w:rPr>
        <w:t>„Tygiel Naukowy - chemia” warsztaty z chemii dla jednej grupy (1grupa) uczniów (3-10 osób)</w:t>
      </w:r>
    </w:p>
    <w:p w14:paraId="37B5F842" w14:textId="77777777" w:rsidR="0092743F" w:rsidRPr="0059720B" w:rsidRDefault="0092743F" w:rsidP="0092743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5165FE4" w14:textId="77777777" w:rsidR="00CB16EE" w:rsidRPr="0059720B" w:rsidRDefault="00CB16EE" w:rsidP="00CB16EE">
      <w:pPr>
        <w:jc w:val="both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>W następującej kwocie:</w:t>
      </w:r>
    </w:p>
    <w:p w14:paraId="06699768" w14:textId="77777777" w:rsidR="00CB16EE" w:rsidRPr="0059720B" w:rsidRDefault="00CB16EE" w:rsidP="00CB16E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BE221A3" w14:textId="77777777" w:rsidR="00CB16EE" w:rsidRPr="0059720B" w:rsidRDefault="00CB16EE" w:rsidP="00CB16EE">
      <w:pPr>
        <w:jc w:val="both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>……………………………………………………………..zł za 1h (60 min) warsztatów metodą projektu</w:t>
      </w:r>
    </w:p>
    <w:p w14:paraId="4D312E2D" w14:textId="77777777" w:rsidR="00CB16EE" w:rsidRPr="0059720B" w:rsidRDefault="00CB16EE" w:rsidP="00CB16E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2C54485" w14:textId="77777777" w:rsidR="00CB16EE" w:rsidRPr="0059720B" w:rsidRDefault="00CB16EE" w:rsidP="00CB16E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4E289CC" w14:textId="77777777" w:rsidR="00CB16EE" w:rsidRPr="0059720B" w:rsidRDefault="00CB16EE" w:rsidP="00CB16EE">
      <w:pPr>
        <w:jc w:val="both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>Wartość zamówienia …………………………………………………………………………… ( 20h x cena za1h warsztatów)</w:t>
      </w:r>
    </w:p>
    <w:p w14:paraId="51CD04BD" w14:textId="77777777" w:rsidR="00CB16EE" w:rsidRPr="0059720B" w:rsidRDefault="00CB16EE" w:rsidP="00CB16E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13BB840" w14:textId="77777777" w:rsidR="00CB16EE" w:rsidRPr="0059720B" w:rsidRDefault="00CB16EE" w:rsidP="00CB16EE">
      <w:pPr>
        <w:spacing w:after="200"/>
        <w:jc w:val="both"/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</w:pPr>
      <w:r w:rsidRPr="0059720B"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  <w:t>Cena brutto w przypadku firm/osób prawnych zawiera podatek VAT, który Wykonawca jest zobowiązany obliczyć zgodnie z obowiązującymi przepisami.</w:t>
      </w:r>
    </w:p>
    <w:p w14:paraId="2B18572D" w14:textId="77777777" w:rsidR="00CB16EE" w:rsidRPr="0059720B" w:rsidRDefault="00CB16EE" w:rsidP="00CB16EE">
      <w:pPr>
        <w:spacing w:after="200"/>
        <w:jc w:val="both"/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</w:pPr>
      <w:r w:rsidRPr="0059720B"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  <w:t>W przypadku osób fizycznych nieprowadzących działalności gospodarczej cena brutto zawiera wszelkie narzuty.</w:t>
      </w:r>
    </w:p>
    <w:p w14:paraId="5FD530B6" w14:textId="77777777" w:rsidR="00CB16EE" w:rsidRPr="0059720B" w:rsidRDefault="00CB16EE" w:rsidP="00CB16EE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10BAAE61" w14:textId="77777777" w:rsidR="00CB16EE" w:rsidRPr="0059720B" w:rsidRDefault="00CB16EE" w:rsidP="00CB16EE">
      <w:pPr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>Do realizacji zamówienia skierowana zostanie osoba …………………………………………………...…, która:</w:t>
      </w:r>
    </w:p>
    <w:p w14:paraId="64C0872B" w14:textId="77777777" w:rsidR="00CB16EE" w:rsidRPr="00CB16EE" w:rsidRDefault="00CB16EE" w:rsidP="00CB16EE">
      <w:pPr>
        <w:rPr>
          <w:rFonts w:asciiTheme="minorHAnsi" w:hAnsiTheme="minorHAnsi" w:cstheme="minorHAnsi"/>
          <w:i/>
          <w:iCs/>
          <w:sz w:val="16"/>
          <w:szCs w:val="16"/>
        </w:rPr>
      </w:pPr>
      <w:r w:rsidRPr="00CB16EE">
        <w:rPr>
          <w:rFonts w:asciiTheme="minorHAnsi" w:hAnsiTheme="minorHAnsi" w:cstheme="minorHAnsi"/>
          <w:i/>
          <w:iCs/>
          <w:sz w:val="16"/>
          <w:szCs w:val="16"/>
        </w:rPr>
        <w:t xml:space="preserve">                                                                                          </w:t>
      </w:r>
      <w:r>
        <w:rPr>
          <w:rFonts w:asciiTheme="minorHAnsi" w:hAnsiTheme="minorHAnsi" w:cstheme="minorHAnsi"/>
          <w:i/>
          <w:iCs/>
          <w:sz w:val="16"/>
          <w:szCs w:val="16"/>
        </w:rPr>
        <w:tab/>
      </w:r>
      <w:r>
        <w:rPr>
          <w:rFonts w:asciiTheme="minorHAnsi" w:hAnsiTheme="minorHAnsi" w:cstheme="minorHAnsi"/>
          <w:i/>
          <w:iCs/>
          <w:sz w:val="16"/>
          <w:szCs w:val="16"/>
        </w:rPr>
        <w:tab/>
        <w:t xml:space="preserve">   </w:t>
      </w:r>
      <w:r w:rsidRPr="00CB16EE">
        <w:rPr>
          <w:rFonts w:asciiTheme="minorHAnsi" w:hAnsiTheme="minorHAnsi" w:cstheme="minorHAnsi"/>
          <w:i/>
          <w:iCs/>
          <w:sz w:val="16"/>
          <w:szCs w:val="16"/>
        </w:rPr>
        <w:t xml:space="preserve">  (imię i nazwisko nauczyciela wiodącego )</w:t>
      </w:r>
    </w:p>
    <w:p w14:paraId="490E64D9" w14:textId="77777777" w:rsidR="00CB16EE" w:rsidRPr="0059720B" w:rsidRDefault="00CB16EE" w:rsidP="00CB16EE">
      <w:pPr>
        <w:rPr>
          <w:rFonts w:asciiTheme="minorHAnsi" w:hAnsiTheme="minorHAnsi" w:cstheme="minorHAnsi"/>
          <w:sz w:val="20"/>
          <w:szCs w:val="20"/>
        </w:rPr>
      </w:pPr>
    </w:p>
    <w:p w14:paraId="483FA5B5" w14:textId="77777777" w:rsidR="00CB16EE" w:rsidRPr="0059720B" w:rsidRDefault="00CB16EE" w:rsidP="00CB16EE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 xml:space="preserve">ma ….. lat doświadczenia  zawodowego </w:t>
      </w:r>
      <w:r w:rsidRPr="0059720B">
        <w:rPr>
          <w:rFonts w:asciiTheme="minorHAnsi" w:hAnsiTheme="minorHAnsi" w:cstheme="minorHAnsi"/>
          <w:bCs/>
          <w:i/>
          <w:sz w:val="20"/>
          <w:szCs w:val="20"/>
          <w:lang w:eastAsia="en-US"/>
        </w:rPr>
        <w:t>(</w:t>
      </w:r>
      <w:r w:rsidRPr="0059720B">
        <w:rPr>
          <w:rFonts w:asciiTheme="minorHAnsi" w:hAnsiTheme="minorHAnsi" w:cstheme="minorHAnsi"/>
          <w:b/>
          <w:bCs/>
          <w:i/>
          <w:sz w:val="20"/>
          <w:szCs w:val="20"/>
          <w:lang w:eastAsia="en-US"/>
        </w:rPr>
        <w:t>z wyłączeniem trzech lat stażu wykazanego na spełnienie warunku udziału, o którym mowa w zapytaniu punkt III)</w:t>
      </w:r>
      <w:r w:rsidRPr="0059720B">
        <w:rPr>
          <w:rFonts w:asciiTheme="minorHAnsi" w:hAnsiTheme="minorHAnsi" w:cstheme="minorHAnsi"/>
          <w:bCs/>
          <w:i/>
          <w:sz w:val="20"/>
          <w:szCs w:val="20"/>
          <w:lang w:eastAsia="en-US"/>
        </w:rPr>
        <w:t>.</w:t>
      </w:r>
    </w:p>
    <w:p w14:paraId="536568F5" w14:textId="03B5F59F" w:rsidR="0092743F" w:rsidRDefault="0092743F" w:rsidP="0092743F">
      <w:pPr>
        <w:jc w:val="both"/>
        <w:rPr>
          <w:rStyle w:val="normaltextrun"/>
          <w:rFonts w:asciiTheme="minorHAnsi" w:hAnsiTheme="minorHAnsi" w:cstheme="minorHAnsi"/>
          <w:b/>
          <w:bCs/>
          <w:sz w:val="20"/>
          <w:szCs w:val="20"/>
        </w:rPr>
      </w:pPr>
    </w:p>
    <w:p w14:paraId="769C8131" w14:textId="33C7C668" w:rsidR="00081FAD" w:rsidRDefault="00081FAD">
      <w:pPr>
        <w:spacing w:after="160" w:line="259" w:lineRule="auto"/>
        <w:rPr>
          <w:rStyle w:val="normaltextrun"/>
          <w:rFonts w:asciiTheme="minorHAnsi" w:hAnsiTheme="minorHAnsi" w:cstheme="minorHAnsi"/>
          <w:b/>
          <w:bCs/>
          <w:sz w:val="20"/>
          <w:szCs w:val="20"/>
        </w:rPr>
      </w:pPr>
      <w:r>
        <w:rPr>
          <w:rStyle w:val="normaltextrun"/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12135ED2" w14:textId="77777777" w:rsidR="00CB16EE" w:rsidRPr="0059720B" w:rsidRDefault="00CB16EE" w:rsidP="0092743F">
      <w:pPr>
        <w:jc w:val="both"/>
        <w:rPr>
          <w:rStyle w:val="normaltextrun"/>
          <w:rFonts w:asciiTheme="minorHAnsi" w:hAnsiTheme="minorHAnsi" w:cstheme="minorHAnsi"/>
          <w:b/>
          <w:bCs/>
          <w:sz w:val="20"/>
          <w:szCs w:val="20"/>
        </w:rPr>
      </w:pPr>
    </w:p>
    <w:p w14:paraId="1646ED13" w14:textId="369EA609" w:rsidR="0092743F" w:rsidRPr="0059720B" w:rsidRDefault="00081FAD" w:rsidP="0092743F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c</w:t>
      </w:r>
      <w:r w:rsidR="00EB0464" w:rsidRPr="00EB0464">
        <w:rPr>
          <w:rFonts w:asciiTheme="minorHAnsi" w:hAnsiTheme="minorHAnsi" w:cstheme="minorHAnsi"/>
          <w:b/>
          <w:bCs/>
          <w:sz w:val="20"/>
          <w:szCs w:val="20"/>
        </w:rPr>
        <w:t>zęści 4.</w:t>
      </w:r>
      <w:r w:rsidRPr="00081FAD">
        <w:rPr>
          <w:rFonts w:asciiTheme="minorHAnsi" w:hAnsiTheme="minorHAnsi" w:cstheme="minorHAnsi"/>
          <w:b/>
          <w:bCs/>
          <w:sz w:val="20"/>
          <w:szCs w:val="20"/>
        </w:rPr>
        <w:tab/>
        <w:t xml:space="preserve">„Komputerowe wspomaganie obliczeń matematycznych i rozwiązanie matematycznych algorytmów geometrycznych z wykorzystaniem języka </w:t>
      </w:r>
      <w:proofErr w:type="spellStart"/>
      <w:r w:rsidRPr="00081FAD">
        <w:rPr>
          <w:rFonts w:asciiTheme="minorHAnsi" w:hAnsiTheme="minorHAnsi" w:cstheme="minorHAnsi"/>
          <w:b/>
          <w:bCs/>
          <w:sz w:val="20"/>
          <w:szCs w:val="20"/>
        </w:rPr>
        <w:t>Python</w:t>
      </w:r>
      <w:proofErr w:type="spellEnd"/>
      <w:r w:rsidRPr="00081FAD">
        <w:rPr>
          <w:rFonts w:asciiTheme="minorHAnsi" w:hAnsiTheme="minorHAnsi" w:cstheme="minorHAnsi"/>
          <w:b/>
          <w:bCs/>
          <w:sz w:val="20"/>
          <w:szCs w:val="20"/>
        </w:rPr>
        <w:t xml:space="preserve"> i bibliotek tego języka.” - warsztaty z informatyki dla jednej grupy (1grupa) uczniów (3-10 osób)</w:t>
      </w:r>
    </w:p>
    <w:p w14:paraId="4CC4F887" w14:textId="77777777" w:rsidR="00CB16EE" w:rsidRPr="0059720B" w:rsidRDefault="00CB16EE" w:rsidP="00CB16EE">
      <w:pPr>
        <w:jc w:val="both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>W następującej kwocie:</w:t>
      </w:r>
    </w:p>
    <w:p w14:paraId="3B7F42D6" w14:textId="77777777" w:rsidR="00CB16EE" w:rsidRPr="0059720B" w:rsidRDefault="00CB16EE" w:rsidP="00CB16E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C33E5E2" w14:textId="77777777" w:rsidR="00CB16EE" w:rsidRPr="0059720B" w:rsidRDefault="00CB16EE" w:rsidP="00CB16EE">
      <w:pPr>
        <w:jc w:val="both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>……………………………………………………………..zł za 1h (60 min) warsztatów metodą projektu</w:t>
      </w:r>
    </w:p>
    <w:p w14:paraId="0E06D649" w14:textId="77777777" w:rsidR="00CB16EE" w:rsidRPr="0059720B" w:rsidRDefault="00CB16EE" w:rsidP="00CB16E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757776D" w14:textId="77777777" w:rsidR="00CB16EE" w:rsidRPr="0059720B" w:rsidRDefault="00CB16EE" w:rsidP="00CB16E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18D6053" w14:textId="77777777" w:rsidR="00CB16EE" w:rsidRPr="0059720B" w:rsidRDefault="00CB16EE" w:rsidP="00CB16EE">
      <w:pPr>
        <w:jc w:val="both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>Wartość zamówienia …………………………………………………………………………… ( 20h x cena za1h warsztatów)</w:t>
      </w:r>
    </w:p>
    <w:p w14:paraId="17B50DD2" w14:textId="77777777" w:rsidR="00CB16EE" w:rsidRPr="0059720B" w:rsidRDefault="00CB16EE" w:rsidP="00CB16E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7DFF793" w14:textId="77777777" w:rsidR="00CB16EE" w:rsidRPr="0059720B" w:rsidRDefault="00CB16EE" w:rsidP="00CB16EE">
      <w:pPr>
        <w:spacing w:after="200"/>
        <w:jc w:val="both"/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</w:pPr>
      <w:r w:rsidRPr="0059720B"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  <w:t>Cena brutto w przypadku firm/osób prawnych zawiera podatek VAT, który Wykonawca jest zobowiązany obliczyć zgodnie z obowiązującymi przepisami.</w:t>
      </w:r>
    </w:p>
    <w:p w14:paraId="0629846B" w14:textId="77777777" w:rsidR="00CB16EE" w:rsidRPr="0059720B" w:rsidRDefault="00CB16EE" w:rsidP="00CB16EE">
      <w:pPr>
        <w:spacing w:after="200"/>
        <w:jc w:val="both"/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</w:pPr>
      <w:r w:rsidRPr="0059720B"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  <w:t>W przypadku osób fizycznych nieprowadzących działalności gospodarczej cena brutto zawiera wszelkie narzuty.</w:t>
      </w:r>
    </w:p>
    <w:p w14:paraId="01C9B153" w14:textId="77777777" w:rsidR="00CB16EE" w:rsidRPr="0059720B" w:rsidRDefault="00CB16EE" w:rsidP="00CB16EE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31A47653" w14:textId="77777777" w:rsidR="00CB16EE" w:rsidRPr="0059720B" w:rsidRDefault="00CB16EE" w:rsidP="00CB16EE">
      <w:pPr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>Do realizacji zamówienia skierowana zostanie osoba …………………………………………………...…, która:</w:t>
      </w:r>
    </w:p>
    <w:p w14:paraId="0D5C1856" w14:textId="77777777" w:rsidR="00CB16EE" w:rsidRPr="00CB16EE" w:rsidRDefault="00CB16EE" w:rsidP="00CB16EE">
      <w:pPr>
        <w:rPr>
          <w:rFonts w:asciiTheme="minorHAnsi" w:hAnsiTheme="minorHAnsi" w:cstheme="minorHAnsi"/>
          <w:i/>
          <w:iCs/>
          <w:sz w:val="16"/>
          <w:szCs w:val="16"/>
        </w:rPr>
      </w:pPr>
      <w:r w:rsidRPr="00CB16EE">
        <w:rPr>
          <w:rFonts w:asciiTheme="minorHAnsi" w:hAnsiTheme="minorHAnsi" w:cstheme="minorHAnsi"/>
          <w:i/>
          <w:iCs/>
          <w:sz w:val="16"/>
          <w:szCs w:val="16"/>
        </w:rPr>
        <w:t xml:space="preserve">                                                                                          </w:t>
      </w:r>
      <w:r>
        <w:rPr>
          <w:rFonts w:asciiTheme="minorHAnsi" w:hAnsiTheme="minorHAnsi" w:cstheme="minorHAnsi"/>
          <w:i/>
          <w:iCs/>
          <w:sz w:val="16"/>
          <w:szCs w:val="16"/>
        </w:rPr>
        <w:tab/>
      </w:r>
      <w:r>
        <w:rPr>
          <w:rFonts w:asciiTheme="minorHAnsi" w:hAnsiTheme="minorHAnsi" w:cstheme="minorHAnsi"/>
          <w:i/>
          <w:iCs/>
          <w:sz w:val="16"/>
          <w:szCs w:val="16"/>
        </w:rPr>
        <w:tab/>
        <w:t xml:space="preserve">   </w:t>
      </w:r>
      <w:r w:rsidRPr="00CB16EE">
        <w:rPr>
          <w:rFonts w:asciiTheme="minorHAnsi" w:hAnsiTheme="minorHAnsi" w:cstheme="minorHAnsi"/>
          <w:i/>
          <w:iCs/>
          <w:sz w:val="16"/>
          <w:szCs w:val="16"/>
        </w:rPr>
        <w:t xml:space="preserve">  (imię i nazwisko nauczyciela wiodącego )</w:t>
      </w:r>
    </w:p>
    <w:p w14:paraId="211E5EFB" w14:textId="77777777" w:rsidR="00CB16EE" w:rsidRPr="0059720B" w:rsidRDefault="00CB16EE" w:rsidP="00CB16EE">
      <w:pPr>
        <w:rPr>
          <w:rFonts w:asciiTheme="minorHAnsi" w:hAnsiTheme="minorHAnsi" w:cstheme="minorHAnsi"/>
          <w:sz w:val="20"/>
          <w:szCs w:val="20"/>
        </w:rPr>
      </w:pPr>
    </w:p>
    <w:p w14:paraId="252E7E74" w14:textId="77777777" w:rsidR="00CB16EE" w:rsidRPr="0059720B" w:rsidRDefault="00CB16EE" w:rsidP="00CB16EE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 xml:space="preserve">ma ….. lat doświadczenia  zawodowego </w:t>
      </w:r>
      <w:r w:rsidRPr="0059720B">
        <w:rPr>
          <w:rFonts w:asciiTheme="minorHAnsi" w:hAnsiTheme="minorHAnsi" w:cstheme="minorHAnsi"/>
          <w:bCs/>
          <w:i/>
          <w:sz w:val="20"/>
          <w:szCs w:val="20"/>
          <w:lang w:eastAsia="en-US"/>
        </w:rPr>
        <w:t>(</w:t>
      </w:r>
      <w:r w:rsidRPr="0059720B">
        <w:rPr>
          <w:rFonts w:asciiTheme="minorHAnsi" w:hAnsiTheme="minorHAnsi" w:cstheme="minorHAnsi"/>
          <w:b/>
          <w:bCs/>
          <w:i/>
          <w:sz w:val="20"/>
          <w:szCs w:val="20"/>
          <w:lang w:eastAsia="en-US"/>
        </w:rPr>
        <w:t>z wyłączeniem trzech lat stażu wykazanego na spełnienie warunku udziału, o którym mowa w zapytaniu punkt III)</w:t>
      </w:r>
      <w:r w:rsidRPr="0059720B">
        <w:rPr>
          <w:rFonts w:asciiTheme="minorHAnsi" w:hAnsiTheme="minorHAnsi" w:cstheme="minorHAnsi"/>
          <w:bCs/>
          <w:i/>
          <w:sz w:val="20"/>
          <w:szCs w:val="20"/>
          <w:lang w:eastAsia="en-US"/>
        </w:rPr>
        <w:t>.</w:t>
      </w:r>
    </w:p>
    <w:p w14:paraId="42FC2E10" w14:textId="0F82BA2A" w:rsidR="0092743F" w:rsidRDefault="0092743F" w:rsidP="0092743F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</w:rPr>
      </w:pPr>
    </w:p>
    <w:p w14:paraId="252CA7E3" w14:textId="77777777" w:rsidR="00EC6003" w:rsidRPr="0059720B" w:rsidRDefault="00EC6003" w:rsidP="0092743F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</w:rPr>
      </w:pPr>
    </w:p>
    <w:p w14:paraId="70A3CAB6" w14:textId="2889C223" w:rsidR="00EB0464" w:rsidRPr="00EB0464" w:rsidRDefault="00EB0464" w:rsidP="00EB0464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EB0464">
        <w:rPr>
          <w:rFonts w:asciiTheme="minorHAnsi" w:hAnsiTheme="minorHAnsi" w:cstheme="minorHAnsi"/>
          <w:b/>
          <w:bCs/>
          <w:sz w:val="20"/>
          <w:szCs w:val="20"/>
        </w:rPr>
        <w:t xml:space="preserve">Części </w:t>
      </w:r>
      <w:r w:rsidR="00081FAD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Pr="00EB0464">
        <w:rPr>
          <w:rFonts w:asciiTheme="minorHAnsi" w:hAnsiTheme="minorHAnsi" w:cstheme="minorHAnsi"/>
          <w:b/>
          <w:bCs/>
          <w:sz w:val="20"/>
          <w:szCs w:val="20"/>
        </w:rPr>
        <w:t xml:space="preserve">  „Komunikacja werbalna i niewerbalna oraz umiejętności rozwiązywania konfliktów jako podstawa budowania własnego wizerunku” - warsztaty z kompetencji społecznych dla jednej grupy (1grupa) uczniów (3-10 osób).</w:t>
      </w:r>
    </w:p>
    <w:p w14:paraId="5FADA77D" w14:textId="77777777" w:rsidR="00113C16" w:rsidRPr="0059720B" w:rsidRDefault="00113C16" w:rsidP="0092743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66DF15F" w14:textId="77777777" w:rsidR="00EC6003" w:rsidRPr="0059720B" w:rsidRDefault="00EC6003" w:rsidP="00EC6003">
      <w:pPr>
        <w:jc w:val="both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>W następującej kwocie:</w:t>
      </w:r>
    </w:p>
    <w:p w14:paraId="62D18D52" w14:textId="77777777" w:rsidR="00EC6003" w:rsidRPr="0059720B" w:rsidRDefault="00EC6003" w:rsidP="00EC600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C276B64" w14:textId="77777777" w:rsidR="00EC6003" w:rsidRPr="0059720B" w:rsidRDefault="00EC6003" w:rsidP="00EC6003">
      <w:pPr>
        <w:jc w:val="both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>……………………………………………………………..zł za 1h (60 min) warsztatów metodą projektu</w:t>
      </w:r>
    </w:p>
    <w:p w14:paraId="2F4FA4AF" w14:textId="77777777" w:rsidR="00EC6003" w:rsidRPr="0059720B" w:rsidRDefault="00EC6003" w:rsidP="00EC600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D6DA0BF" w14:textId="77777777" w:rsidR="00EC6003" w:rsidRPr="0059720B" w:rsidRDefault="00EC6003" w:rsidP="00EC600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11BC8AB1" w14:textId="77777777" w:rsidR="00EC6003" w:rsidRPr="0059720B" w:rsidRDefault="00EC6003" w:rsidP="00EC6003">
      <w:pPr>
        <w:jc w:val="both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>Wartość zamówienia …………………………………………………………………………… ( 20h x cena za1h warsztatów)</w:t>
      </w:r>
    </w:p>
    <w:p w14:paraId="092170D6" w14:textId="77777777" w:rsidR="00EC6003" w:rsidRPr="0059720B" w:rsidRDefault="00EC6003" w:rsidP="00EC6003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2F26E9F" w14:textId="77777777" w:rsidR="00EC6003" w:rsidRPr="0059720B" w:rsidRDefault="00EC6003" w:rsidP="00EC6003">
      <w:pPr>
        <w:spacing w:after="200"/>
        <w:jc w:val="both"/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</w:pPr>
      <w:r w:rsidRPr="0059720B"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  <w:t>Cena brutto w przypadku firm/osób prawnych zawiera podatek VAT, który Wykonawca jest zobowiązany obliczyć zgodnie z obowiązującymi przepisami.</w:t>
      </w:r>
    </w:p>
    <w:p w14:paraId="098AC266" w14:textId="77777777" w:rsidR="00EC6003" w:rsidRPr="0059720B" w:rsidRDefault="00EC6003" w:rsidP="00EC6003">
      <w:pPr>
        <w:spacing w:after="200"/>
        <w:jc w:val="both"/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</w:pPr>
      <w:r w:rsidRPr="0059720B"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  <w:t>W przypadku osób fizycznych nieprowadzących działalności gospodarczej cena brutto zawiera wszelkie narzuty.</w:t>
      </w:r>
    </w:p>
    <w:p w14:paraId="2B508777" w14:textId="77777777" w:rsidR="00EC6003" w:rsidRPr="0059720B" w:rsidRDefault="00EC6003" w:rsidP="00EC6003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4B69B3DA" w14:textId="77777777" w:rsidR="00EC6003" w:rsidRPr="0059720B" w:rsidRDefault="00EC6003" w:rsidP="00EC6003">
      <w:pPr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>Do realizacji zamówienia skierowana zostanie osoba …………………………………………………...…, która:</w:t>
      </w:r>
    </w:p>
    <w:p w14:paraId="312580F2" w14:textId="77777777" w:rsidR="00EC6003" w:rsidRPr="00CB16EE" w:rsidRDefault="00EC6003" w:rsidP="00EC6003">
      <w:pPr>
        <w:rPr>
          <w:rFonts w:asciiTheme="minorHAnsi" w:hAnsiTheme="minorHAnsi" w:cstheme="minorHAnsi"/>
          <w:i/>
          <w:iCs/>
          <w:sz w:val="16"/>
          <w:szCs w:val="16"/>
        </w:rPr>
      </w:pPr>
      <w:r w:rsidRPr="00CB16EE">
        <w:rPr>
          <w:rFonts w:asciiTheme="minorHAnsi" w:hAnsiTheme="minorHAnsi" w:cstheme="minorHAnsi"/>
          <w:i/>
          <w:iCs/>
          <w:sz w:val="16"/>
          <w:szCs w:val="16"/>
        </w:rPr>
        <w:t xml:space="preserve">                                                                                          </w:t>
      </w:r>
      <w:r>
        <w:rPr>
          <w:rFonts w:asciiTheme="minorHAnsi" w:hAnsiTheme="minorHAnsi" w:cstheme="minorHAnsi"/>
          <w:i/>
          <w:iCs/>
          <w:sz w:val="16"/>
          <w:szCs w:val="16"/>
        </w:rPr>
        <w:tab/>
      </w:r>
      <w:r>
        <w:rPr>
          <w:rFonts w:asciiTheme="minorHAnsi" w:hAnsiTheme="minorHAnsi" w:cstheme="minorHAnsi"/>
          <w:i/>
          <w:iCs/>
          <w:sz w:val="16"/>
          <w:szCs w:val="16"/>
        </w:rPr>
        <w:tab/>
        <w:t xml:space="preserve">   </w:t>
      </w:r>
      <w:r w:rsidRPr="00CB16EE">
        <w:rPr>
          <w:rFonts w:asciiTheme="minorHAnsi" w:hAnsiTheme="minorHAnsi" w:cstheme="minorHAnsi"/>
          <w:i/>
          <w:iCs/>
          <w:sz w:val="16"/>
          <w:szCs w:val="16"/>
        </w:rPr>
        <w:t xml:space="preserve">  (imię i nazwisko nauczyciela wiodącego )</w:t>
      </w:r>
    </w:p>
    <w:p w14:paraId="06D09A16" w14:textId="77777777" w:rsidR="00EC6003" w:rsidRPr="0059720B" w:rsidRDefault="00EC6003" w:rsidP="00EC6003">
      <w:pPr>
        <w:rPr>
          <w:rFonts w:asciiTheme="minorHAnsi" w:hAnsiTheme="minorHAnsi" w:cstheme="minorHAnsi"/>
          <w:sz w:val="20"/>
          <w:szCs w:val="20"/>
        </w:rPr>
      </w:pPr>
    </w:p>
    <w:p w14:paraId="0BB3ED20" w14:textId="77777777" w:rsidR="00EC6003" w:rsidRPr="0059720B" w:rsidRDefault="00EC6003" w:rsidP="00EC6003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 xml:space="preserve">ma ….. lat doświadczenia  zawodowego </w:t>
      </w:r>
      <w:r w:rsidRPr="0059720B">
        <w:rPr>
          <w:rFonts w:asciiTheme="minorHAnsi" w:hAnsiTheme="minorHAnsi" w:cstheme="minorHAnsi"/>
          <w:bCs/>
          <w:i/>
          <w:sz w:val="20"/>
          <w:szCs w:val="20"/>
          <w:lang w:eastAsia="en-US"/>
        </w:rPr>
        <w:t>(</w:t>
      </w:r>
      <w:r w:rsidRPr="0059720B">
        <w:rPr>
          <w:rFonts w:asciiTheme="minorHAnsi" w:hAnsiTheme="minorHAnsi" w:cstheme="minorHAnsi"/>
          <w:b/>
          <w:bCs/>
          <w:i/>
          <w:sz w:val="20"/>
          <w:szCs w:val="20"/>
          <w:lang w:eastAsia="en-US"/>
        </w:rPr>
        <w:t>z wyłączeniem trzech lat stażu wykazanego na spełnienie warunku udziału, o którym mowa w zapytaniu punkt III)</w:t>
      </w:r>
      <w:r w:rsidRPr="0059720B">
        <w:rPr>
          <w:rFonts w:asciiTheme="minorHAnsi" w:hAnsiTheme="minorHAnsi" w:cstheme="minorHAnsi"/>
          <w:bCs/>
          <w:i/>
          <w:sz w:val="20"/>
          <w:szCs w:val="20"/>
          <w:lang w:eastAsia="en-US"/>
        </w:rPr>
        <w:t>.</w:t>
      </w:r>
    </w:p>
    <w:p w14:paraId="1CA6ED20" w14:textId="109CA1C5" w:rsidR="00113C16" w:rsidRDefault="00113C16" w:rsidP="0092743F">
      <w:pPr>
        <w:jc w:val="both"/>
        <w:rPr>
          <w:rStyle w:val="normaltextrun"/>
          <w:rFonts w:asciiTheme="minorHAnsi" w:hAnsiTheme="minorHAnsi" w:cstheme="minorHAnsi"/>
          <w:b/>
          <w:bCs/>
          <w:sz w:val="20"/>
          <w:szCs w:val="20"/>
        </w:rPr>
      </w:pPr>
    </w:p>
    <w:p w14:paraId="699C452C" w14:textId="77777777" w:rsidR="00EB0464" w:rsidRDefault="00EB0464">
      <w:pPr>
        <w:spacing w:after="160" w:line="259" w:lineRule="auto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br w:type="page"/>
      </w:r>
    </w:p>
    <w:p w14:paraId="76CCDE2A" w14:textId="1BAA26B9" w:rsidR="00D27298" w:rsidRPr="0059720B" w:rsidRDefault="00D27298" w:rsidP="0092743F">
      <w:pPr>
        <w:spacing w:after="160" w:line="259" w:lineRule="auto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59720B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lastRenderedPageBreak/>
        <w:t>Ja (my) niżej podpisany (i) oświadczam (y), że:</w:t>
      </w:r>
    </w:p>
    <w:p w14:paraId="2C73DB48" w14:textId="77777777" w:rsidR="00D27298" w:rsidRPr="0059720B" w:rsidRDefault="00D27298" w:rsidP="00441488">
      <w:pPr>
        <w:numPr>
          <w:ilvl w:val="0"/>
          <w:numId w:val="35"/>
        </w:numPr>
        <w:ind w:left="357" w:hanging="357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59720B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cena brutto przedmiotu zamówienia – wynagrodzenie Oferenta obejmuje wszelkie wydatki związane </w:t>
      </w:r>
      <w:r w:rsidRPr="0059720B">
        <w:rPr>
          <w:rFonts w:asciiTheme="minorHAnsi" w:eastAsia="Calibri" w:hAnsiTheme="minorHAnsi" w:cstheme="minorHAnsi"/>
          <w:color w:val="000000"/>
          <w:sz w:val="20"/>
          <w:szCs w:val="20"/>
        </w:rPr>
        <w:br/>
        <w:t>z realizacją przedmiotu zamówienia, w tym wszelkie daniny o charakterze publicznoprawnym i inne (w tym w szczególności podatki pośrednie, bezpośrednie, związane z obowiązkowymi ubezpieczeniami);</w:t>
      </w:r>
    </w:p>
    <w:p w14:paraId="73B033E4" w14:textId="77777777" w:rsidR="00D27298" w:rsidRPr="0059720B" w:rsidRDefault="00D27298" w:rsidP="00441488">
      <w:pPr>
        <w:numPr>
          <w:ilvl w:val="0"/>
          <w:numId w:val="35"/>
        </w:numPr>
        <w:ind w:left="357" w:hanging="357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59720B">
        <w:rPr>
          <w:rFonts w:asciiTheme="minorHAnsi" w:eastAsia="Calibri" w:hAnsiTheme="minorHAnsi" w:cstheme="minorHAnsi"/>
          <w:color w:val="000000"/>
          <w:sz w:val="20"/>
          <w:szCs w:val="20"/>
        </w:rPr>
        <w:t>zapoznałem się/zapoznaliśmy się z treścią zapytania ofertowego i spełniam zawarte w nim warunki, akceptuję i przyjmuję bez zastrzeżeń wymagania zawarte w jego treści;</w:t>
      </w:r>
    </w:p>
    <w:p w14:paraId="49C3B0C2" w14:textId="77777777" w:rsidR="00D27298" w:rsidRPr="0059720B" w:rsidRDefault="00D27298" w:rsidP="00441488">
      <w:pPr>
        <w:numPr>
          <w:ilvl w:val="0"/>
          <w:numId w:val="35"/>
        </w:numPr>
        <w:ind w:left="357" w:right="-2" w:hanging="357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59720B">
        <w:rPr>
          <w:rFonts w:asciiTheme="minorHAnsi" w:eastAsia="Calibri" w:hAnsiTheme="minorHAnsi" w:cstheme="minorHAnsi"/>
          <w:color w:val="000000"/>
          <w:sz w:val="20"/>
          <w:szCs w:val="20"/>
        </w:rPr>
        <w:t>zobowiązuję się/zobowiązujemy się wykonać niniejsze zamówienie zgodnie z treścią zapytania ofertowego,  wyjaśnieniami do treści zapytania ofertowego oraz wprowadzonymi do niego zmianami (jeśli dotyczy);</w:t>
      </w:r>
    </w:p>
    <w:p w14:paraId="7360D0EC" w14:textId="77777777" w:rsidR="00D27298" w:rsidRPr="0059720B" w:rsidRDefault="00D27298" w:rsidP="00441488">
      <w:pPr>
        <w:numPr>
          <w:ilvl w:val="0"/>
          <w:numId w:val="35"/>
        </w:numPr>
        <w:ind w:left="357" w:hanging="357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59720B">
        <w:rPr>
          <w:rFonts w:asciiTheme="minorHAnsi" w:eastAsia="Calibri" w:hAnsiTheme="minorHAnsi" w:cstheme="minorHAnsi"/>
          <w:color w:val="000000"/>
          <w:sz w:val="20"/>
          <w:szCs w:val="20"/>
        </w:rPr>
        <w:t>jestem/ jesteśmy związany (i) niniejszą ofertą na czas wskazany w zapytaniu ofertowym;</w:t>
      </w:r>
    </w:p>
    <w:p w14:paraId="643BF4C1" w14:textId="38224560" w:rsidR="00D27298" w:rsidRPr="0059720B" w:rsidRDefault="00D27298" w:rsidP="00441488">
      <w:pPr>
        <w:numPr>
          <w:ilvl w:val="0"/>
          <w:numId w:val="35"/>
        </w:numPr>
        <w:ind w:left="357" w:hanging="357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59720B">
        <w:rPr>
          <w:rFonts w:asciiTheme="minorHAnsi" w:eastAsia="Calibri" w:hAnsiTheme="minorHAnsi" w:cstheme="minorHAnsi"/>
          <w:color w:val="000000"/>
          <w:sz w:val="20"/>
          <w:szCs w:val="20"/>
        </w:rPr>
        <w:t>zobowiązuję/zobowiązujemy się, w przypadku wyboru mojej oferty, do zawarcia umowy w terminie wskazanym przez Zamawiającego;</w:t>
      </w:r>
    </w:p>
    <w:p w14:paraId="15CC3A63" w14:textId="12E9378A" w:rsidR="007677B5" w:rsidRPr="0059720B" w:rsidRDefault="007677B5" w:rsidP="00441488">
      <w:pPr>
        <w:numPr>
          <w:ilvl w:val="0"/>
          <w:numId w:val="35"/>
        </w:numPr>
        <w:ind w:left="357" w:hanging="357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59720B">
        <w:rPr>
          <w:rFonts w:asciiTheme="minorHAnsi" w:eastAsia="Calibri" w:hAnsiTheme="minorHAnsi" w:cstheme="minorHAnsi"/>
          <w:color w:val="000000"/>
          <w:sz w:val="20"/>
          <w:szCs w:val="20"/>
        </w:rPr>
        <w:t>zobowiązuję/zobowiązujemy się, w przypadku wyboru mojej oferty, na etapie zawierania umowy o wykonanie zamówienia, dostarczenie aktualnego zaświadczenia o niekaralności z Krajowego Rejestru Karnego;</w:t>
      </w:r>
    </w:p>
    <w:p w14:paraId="6B29763D" w14:textId="77777777" w:rsidR="00D27298" w:rsidRPr="0059720B" w:rsidRDefault="00D27298" w:rsidP="00441488">
      <w:pPr>
        <w:numPr>
          <w:ilvl w:val="0"/>
          <w:numId w:val="35"/>
        </w:numPr>
        <w:ind w:left="357" w:hanging="357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59720B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oświadczam/-y, że wszystkie informacje podane w załączonych do oferty oświadczeniach są aktualne </w:t>
      </w:r>
      <w:r w:rsidRPr="0059720B">
        <w:rPr>
          <w:rFonts w:asciiTheme="minorHAnsi" w:eastAsia="Calibri" w:hAnsiTheme="minorHAnsi" w:cstheme="minorHAnsi"/>
          <w:color w:val="000000"/>
          <w:sz w:val="20"/>
          <w:szCs w:val="20"/>
        </w:rPr>
        <w:br/>
        <w:t>i zgodne z prawdą oraz zostały przedstawione z pełną świadomością konsekwencji wprowadzenia Zamawiającego w błąd przy przedstawieniu informacji;</w:t>
      </w:r>
    </w:p>
    <w:p w14:paraId="30A9F21B" w14:textId="77777777" w:rsidR="00D27298" w:rsidRPr="0059720B" w:rsidRDefault="00D27298" w:rsidP="00D27298">
      <w:pPr>
        <w:suppressAutoHyphens/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02B9B7AD" w14:textId="77777777" w:rsidR="00D27298" w:rsidRPr="0059720B" w:rsidRDefault="00D27298" w:rsidP="00D27298">
      <w:pPr>
        <w:suppressAutoHyphens/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59720B">
        <w:rPr>
          <w:rFonts w:asciiTheme="minorHAnsi" w:hAnsiTheme="minorHAnsi" w:cstheme="minorHAnsi"/>
          <w:b/>
          <w:bCs/>
          <w:sz w:val="20"/>
          <w:szCs w:val="20"/>
        </w:rPr>
        <w:t>ZAŁĄCZNIKI DO OFERTY</w:t>
      </w:r>
    </w:p>
    <w:p w14:paraId="29C80E5D" w14:textId="77777777" w:rsidR="00D27298" w:rsidRPr="0059720B" w:rsidRDefault="00D27298" w:rsidP="00D27298">
      <w:pPr>
        <w:jc w:val="both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>Przedkładam następujące dokumenty:</w:t>
      </w:r>
    </w:p>
    <w:p w14:paraId="7ADBC732" w14:textId="77777777" w:rsidR="00D27298" w:rsidRPr="0059720B" w:rsidRDefault="00D27298" w:rsidP="00D27298">
      <w:pPr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8646" w:type="dxa"/>
        <w:jc w:val="center"/>
        <w:tblLayout w:type="fixed"/>
        <w:tblLook w:val="04A0" w:firstRow="1" w:lastRow="0" w:firstColumn="1" w:lastColumn="0" w:noHBand="0" w:noVBand="1"/>
      </w:tblPr>
      <w:tblGrid>
        <w:gridCol w:w="7366"/>
        <w:gridCol w:w="1280"/>
      </w:tblGrid>
      <w:tr w:rsidR="00D27298" w:rsidRPr="0059720B" w14:paraId="5F5353ED" w14:textId="77777777" w:rsidTr="00CB30AE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5CFF5" w14:textId="77777777" w:rsidR="00D27298" w:rsidRPr="0059720B" w:rsidRDefault="00D27298" w:rsidP="00CB30AE">
            <w:pPr>
              <w:widowControl w:val="0"/>
              <w:spacing w:line="254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59720B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OPIS DOKUMENTU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7E184" w14:textId="77777777" w:rsidR="00D27298" w:rsidRPr="0059720B" w:rsidRDefault="00D27298" w:rsidP="00CB30AE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59720B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TAK/NIE</w:t>
            </w:r>
          </w:p>
        </w:tc>
      </w:tr>
      <w:tr w:rsidR="00D27298" w:rsidRPr="0059720B" w14:paraId="1BF4402B" w14:textId="77777777" w:rsidTr="00CB30AE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7962C" w14:textId="53CC69C5" w:rsidR="00D27298" w:rsidRPr="0059720B" w:rsidRDefault="00D27298" w:rsidP="00CB30AE">
            <w:pPr>
              <w:widowControl w:val="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59720B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 xml:space="preserve">Załącznik nr 2. </w:t>
            </w:r>
            <w:r w:rsidRPr="0059720B">
              <w:rPr>
                <w:rFonts w:asciiTheme="minorHAnsi" w:hAnsiTheme="minorHAnsi" w:cstheme="minorHAnsi"/>
                <w:sz w:val="20"/>
                <w:szCs w:val="20"/>
              </w:rPr>
              <w:t>Oświadczenia oferenta, że nie zachodzą okoliczności wyłączające go z ubiegania się o zamówienie</w:t>
            </w:r>
            <w:r w:rsidR="007F4EA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8DF1D" w14:textId="77777777" w:rsidR="00D27298" w:rsidRPr="0059720B" w:rsidRDefault="00D27298" w:rsidP="00CB30AE">
            <w:pPr>
              <w:widowControl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D27298" w:rsidRPr="0059720B" w14:paraId="72F8CD90" w14:textId="77777777" w:rsidTr="00CB30AE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E6301" w14:textId="64028FB8" w:rsidR="00D27298" w:rsidRPr="0059720B" w:rsidRDefault="00D27298" w:rsidP="00CB30A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9720B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Załącznik nr 3.</w:t>
            </w:r>
            <w:r w:rsidRPr="0059720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Wykaz zrealizowanych warsztatów/</w:t>
            </w:r>
            <w:proofErr w:type="spellStart"/>
            <w:r w:rsidRPr="0059720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zajeć</w:t>
            </w:r>
            <w:proofErr w:type="spellEnd"/>
            <w:r w:rsidRPr="0059720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w okresie ostatnich </w:t>
            </w:r>
            <w:r w:rsidR="0010241A" w:rsidRPr="0059720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5</w:t>
            </w:r>
            <w:r w:rsidRPr="0059720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lat wraz z potwierdzeniem doświadczenia zawodowego</w:t>
            </w:r>
            <w:r w:rsidR="007677B5" w:rsidRPr="0059720B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="007677B5" w:rsidRPr="0059720B">
              <w:rPr>
                <w:rFonts w:asciiTheme="minorHAnsi" w:hAnsiTheme="minorHAnsi" w:cstheme="minorHAnsi"/>
                <w:sz w:val="20"/>
                <w:szCs w:val="20"/>
              </w:rPr>
              <w:t>potwierdzający spełnienie warunków udziału w postępowaniu</w:t>
            </w:r>
            <w:r w:rsidR="007F4EAD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8C560" w14:textId="77777777" w:rsidR="00D27298" w:rsidRPr="0059720B" w:rsidRDefault="00D27298" w:rsidP="00CB30AE">
            <w:pPr>
              <w:widowControl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D27298" w:rsidRPr="0059720B" w14:paraId="10FC97C6" w14:textId="77777777" w:rsidTr="00CB30AE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2F769" w14:textId="77777777" w:rsidR="00D27298" w:rsidRPr="0059720B" w:rsidRDefault="00D27298" w:rsidP="00CB30A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9720B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Załącznik nr 4. </w:t>
            </w:r>
            <w:r w:rsidRPr="0059720B">
              <w:rPr>
                <w:rFonts w:asciiTheme="minorHAnsi" w:hAnsiTheme="minorHAnsi" w:cstheme="minorHAnsi"/>
                <w:sz w:val="20"/>
                <w:szCs w:val="20"/>
              </w:rPr>
              <w:t>Oświadczenie RODO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A58C6" w14:textId="77777777" w:rsidR="00D27298" w:rsidRPr="0059720B" w:rsidRDefault="00D27298" w:rsidP="00CB30AE">
            <w:pPr>
              <w:widowControl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D27298" w:rsidRPr="0059720B" w14:paraId="27BA2297" w14:textId="77777777" w:rsidTr="00CB30AE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73383" w14:textId="77777777" w:rsidR="00D27298" w:rsidRPr="0059720B" w:rsidRDefault="00D27298" w:rsidP="00CB30A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9720B">
              <w:rPr>
                <w:rFonts w:asciiTheme="minorHAnsi" w:hAnsiTheme="minorHAnsi" w:cstheme="minorHAnsi"/>
                <w:sz w:val="20"/>
                <w:szCs w:val="20"/>
              </w:rPr>
              <w:t>Pełnomocnictwo (jeśli dotyczy)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0055A" w14:textId="77777777" w:rsidR="00D27298" w:rsidRPr="0059720B" w:rsidRDefault="00D27298" w:rsidP="00CB30AE">
            <w:pPr>
              <w:widowControl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14:paraId="2ACDCCFA" w14:textId="77777777" w:rsidR="00D27298" w:rsidRPr="0059720B" w:rsidRDefault="00D27298" w:rsidP="00D27298">
      <w:pPr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343D6FA8" w14:textId="77777777" w:rsidR="00D27298" w:rsidRPr="0059720B" w:rsidRDefault="00D27298" w:rsidP="00D27298">
      <w:pPr>
        <w:tabs>
          <w:tab w:val="left" w:pos="7320"/>
        </w:tabs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59720B">
        <w:rPr>
          <w:rFonts w:asciiTheme="minorHAnsi" w:hAnsiTheme="minorHAnsi" w:cstheme="minorHAnsi"/>
          <w:b/>
          <w:bCs/>
          <w:sz w:val="20"/>
          <w:szCs w:val="20"/>
          <w:u w:val="single"/>
        </w:rPr>
        <w:t>Niniejsza oferta jest ważna 30 dni od dnia upływu terminu do składania ofert.</w:t>
      </w:r>
    </w:p>
    <w:p w14:paraId="33F15BE5" w14:textId="77777777" w:rsidR="00D27298" w:rsidRPr="0059720B" w:rsidRDefault="00D27298" w:rsidP="00D27298">
      <w:pPr>
        <w:spacing w:after="240" w:line="259" w:lineRule="auto"/>
        <w:ind w:left="360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</w:p>
    <w:tbl>
      <w:tblPr>
        <w:tblW w:w="93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571"/>
      </w:tblGrid>
      <w:tr w:rsidR="00D27298" w:rsidRPr="0059720B" w14:paraId="289F9AA0" w14:textId="77777777" w:rsidTr="00CB30AE">
        <w:tc>
          <w:tcPr>
            <w:tcW w:w="2775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F2E31" w14:textId="77777777" w:rsidR="00D27298" w:rsidRPr="0059720B" w:rsidRDefault="00D27298" w:rsidP="00CB30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  <w:bookmarkStart w:id="0" w:name="_Hlk161669756"/>
          </w:p>
          <w:p w14:paraId="577BEB03" w14:textId="77777777" w:rsidR="00D27298" w:rsidRPr="0059720B" w:rsidRDefault="00D27298" w:rsidP="00CB30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</w:p>
          <w:p w14:paraId="47F3AA6E" w14:textId="77777777" w:rsidR="00D27298" w:rsidRPr="0059720B" w:rsidRDefault="00D27298" w:rsidP="00CB30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59720B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……………………………………………….</w:t>
            </w:r>
          </w:p>
        </w:tc>
        <w:tc>
          <w:tcPr>
            <w:tcW w:w="6571" w:type="dxa"/>
            <w:tcBorders>
              <w:bottom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9DE1DB8" w14:textId="77777777" w:rsidR="00D27298" w:rsidRPr="0059720B" w:rsidRDefault="00D27298" w:rsidP="00CB30AE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0926FAEE" w14:textId="77777777" w:rsidR="00D27298" w:rsidRPr="0059720B" w:rsidRDefault="00D27298" w:rsidP="00CB30AE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37754332" w14:textId="77777777" w:rsidR="00D27298" w:rsidRPr="0059720B" w:rsidRDefault="00D27298" w:rsidP="00CB30AE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59720B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D27298" w:rsidRPr="0059720B" w14:paraId="77D6C125" w14:textId="77777777" w:rsidTr="00CB30AE">
        <w:trPr>
          <w:trHeight w:val="547"/>
        </w:trPr>
        <w:tc>
          <w:tcPr>
            <w:tcW w:w="2775" w:type="dxa"/>
            <w:shd w:val="clear" w:color="auto" w:fill="E7E6E6" w:themeFill="background2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DFBAE37" w14:textId="77777777" w:rsidR="00D27298" w:rsidRPr="0059720B" w:rsidRDefault="00D27298" w:rsidP="00CB30AE">
            <w:pPr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59720B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 xml:space="preserve">Miejscowość, data </w:t>
            </w:r>
          </w:p>
        </w:tc>
        <w:tc>
          <w:tcPr>
            <w:tcW w:w="6571" w:type="dxa"/>
            <w:shd w:val="clear" w:color="auto" w:fill="E7E6E6" w:themeFill="background2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B572F67" w14:textId="77777777" w:rsidR="00D27298" w:rsidRPr="0059720B" w:rsidRDefault="00D27298" w:rsidP="00CB30AE">
            <w:pPr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59720B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Podpis(y) osoby(osób) upoważnionej(</w:t>
            </w:r>
            <w:proofErr w:type="spellStart"/>
            <w:r w:rsidRPr="0059720B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ych</w:t>
            </w:r>
            <w:proofErr w:type="spellEnd"/>
            <w:r w:rsidRPr="0059720B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) do podpisania niniejszej oferty w imieniu Oferenta.</w:t>
            </w:r>
          </w:p>
          <w:p w14:paraId="2AC23778" w14:textId="77777777" w:rsidR="00D27298" w:rsidRPr="0059720B" w:rsidRDefault="00D27298" w:rsidP="00CB30AE">
            <w:pPr>
              <w:jc w:val="center"/>
              <w:rPr>
                <w:rFonts w:asciiTheme="minorHAnsi" w:eastAsia="Calibri" w:hAnsiTheme="minorHAnsi" w:cstheme="minorHAnsi"/>
                <w:i/>
                <w:color w:val="000000"/>
                <w:sz w:val="20"/>
                <w:szCs w:val="20"/>
              </w:rPr>
            </w:pPr>
          </w:p>
        </w:tc>
      </w:tr>
    </w:tbl>
    <w:bookmarkEnd w:id="0"/>
    <w:p w14:paraId="5314C57B" w14:textId="43E9FCCB" w:rsidR="00D27298" w:rsidRPr="0059720B" w:rsidRDefault="00D27298" w:rsidP="00CC1E5B">
      <w:pPr>
        <w:spacing w:after="200"/>
        <w:jc w:val="both"/>
        <w:rPr>
          <w:rFonts w:asciiTheme="minorHAnsi" w:hAnsiTheme="minorHAnsi" w:cstheme="minorHAnsi"/>
          <w:sz w:val="22"/>
          <w:szCs w:val="22"/>
        </w:rPr>
      </w:pPr>
      <w:r w:rsidRPr="0059720B"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  <w:t xml:space="preserve">  </w:t>
      </w:r>
    </w:p>
    <w:p w14:paraId="5EE8DC25" w14:textId="0D70D03B" w:rsidR="00D27298" w:rsidRPr="0059720B" w:rsidRDefault="00D27298" w:rsidP="00D27298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</w:p>
    <w:sectPr w:rsidR="00D27298" w:rsidRPr="0059720B" w:rsidSect="00904295">
      <w:headerReference w:type="default" r:id="rId11"/>
      <w:footerReference w:type="default" r:id="rId12"/>
      <w:pgSz w:w="11906" w:h="16838"/>
      <w:pgMar w:top="1418" w:right="1418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57347" w14:textId="77777777" w:rsidR="00713257" w:rsidRDefault="00713257" w:rsidP="00B516A6">
      <w:r>
        <w:separator/>
      </w:r>
    </w:p>
  </w:endnote>
  <w:endnote w:type="continuationSeparator" w:id="0">
    <w:p w14:paraId="2009C846" w14:textId="77777777" w:rsidR="00713257" w:rsidRDefault="00713257" w:rsidP="00B51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0DAC6" w14:textId="77777777" w:rsidR="00142E26" w:rsidRPr="00B516A6" w:rsidRDefault="00142E26" w:rsidP="00B516A6">
    <w:pPr>
      <w:pStyle w:val="Stopka"/>
      <w:jc w:val="center"/>
      <w:rPr>
        <w:rFonts w:asciiTheme="majorHAnsi" w:hAnsiTheme="majorHAnsi" w:cstheme="majorHAnsi"/>
      </w:rPr>
    </w:pPr>
    <w:r w:rsidRPr="009C1758">
      <w:rPr>
        <w:noProof/>
      </w:rPr>
      <w:drawing>
        <wp:inline distT="0" distB="0" distL="0" distR="0" wp14:anchorId="345451FA" wp14:editId="21D9B27F">
          <wp:extent cx="5760720" cy="513715"/>
          <wp:effectExtent l="0" t="0" r="0" b="635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13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A88E6" w14:textId="77777777" w:rsidR="00713257" w:rsidRDefault="00713257" w:rsidP="00B516A6">
      <w:r>
        <w:separator/>
      </w:r>
    </w:p>
  </w:footnote>
  <w:footnote w:type="continuationSeparator" w:id="0">
    <w:p w14:paraId="336735E5" w14:textId="77777777" w:rsidR="00713257" w:rsidRDefault="00713257" w:rsidP="00B51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24C5B" w14:textId="4231FC8C" w:rsidR="00142E26" w:rsidRDefault="00713257">
    <w:pPr>
      <w:pStyle w:val="Nagwek"/>
    </w:pPr>
    <w:sdt>
      <w:sdtPr>
        <w:id w:val="1038169379"/>
        <w:docPartObj>
          <w:docPartGallery w:val="Page Numbers (Margins)"/>
          <w:docPartUnique/>
        </w:docPartObj>
      </w:sdtPr>
      <w:sdtEndPr/>
      <w:sdtContent>
        <w:r w:rsidR="00142E26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043610A" wp14:editId="29A26AD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645888406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EE762E" w14:textId="77777777" w:rsidR="00142E26" w:rsidRDefault="00142E26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D27298" w:rsidRPr="00D27298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25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043610A" id="Prostokąt 2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" o:allowincell="f" filled="f" stroked="f">
                  <v:textbox style="layout-flow:vertical;mso-layout-flow-alt:bottom-to-top;mso-fit-shape-to-text:t">
                    <w:txbxContent>
                      <w:p w14:paraId="33EE762E" w14:textId="77777777" w:rsidR="00142E26" w:rsidRDefault="00142E26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 w:rsidR="00D27298" w:rsidRPr="00D27298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25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142E26" w:rsidRPr="00B516A6">
      <w:rPr>
        <w:noProof/>
      </w:rPr>
      <w:drawing>
        <wp:inline distT="0" distB="0" distL="0" distR="0" wp14:anchorId="01AECD46" wp14:editId="2A059C92">
          <wp:extent cx="5760720" cy="67056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B17FC"/>
    <w:multiLevelType w:val="hybridMultilevel"/>
    <w:tmpl w:val="939EA988"/>
    <w:lvl w:ilvl="0" w:tplc="6B865BF2">
      <w:start w:val="1"/>
      <w:numFmt w:val="decimal"/>
      <w:lvlText w:val="Część 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D24AF3"/>
    <w:multiLevelType w:val="hybridMultilevel"/>
    <w:tmpl w:val="11425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546CE"/>
    <w:multiLevelType w:val="hybridMultilevel"/>
    <w:tmpl w:val="A7FCF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97FD3"/>
    <w:multiLevelType w:val="hybridMultilevel"/>
    <w:tmpl w:val="95BA99CA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" w15:restartNumberingAfterBreak="0">
    <w:nsid w:val="133B79D0"/>
    <w:multiLevelType w:val="multilevel"/>
    <w:tmpl w:val="3CE474C4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sz w:val="20"/>
        <w:szCs w:val="20"/>
      </w:rPr>
    </w:lvl>
    <w:lvl w:ilvl="1">
      <w:start w:val="6"/>
      <w:numFmt w:val="decimal"/>
      <w:lvlText w:val="%2)"/>
      <w:lvlJc w:val="left"/>
      <w:pPr>
        <w:tabs>
          <w:tab w:val="num" w:pos="794"/>
        </w:tabs>
        <w:ind w:left="794" w:hanging="471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hAnsi="Times New Roman"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5" w15:restartNumberingAfterBreak="0">
    <w:nsid w:val="136C3BA1"/>
    <w:multiLevelType w:val="hybridMultilevel"/>
    <w:tmpl w:val="277E53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65D16"/>
    <w:multiLevelType w:val="hybridMultilevel"/>
    <w:tmpl w:val="C2B67BC2"/>
    <w:lvl w:ilvl="0" w:tplc="6B865BF2">
      <w:start w:val="1"/>
      <w:numFmt w:val="decimal"/>
      <w:lvlText w:val="Część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34140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3F44A4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FC0DD5"/>
    <w:multiLevelType w:val="hybridMultilevel"/>
    <w:tmpl w:val="A9B28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B83349A"/>
    <w:multiLevelType w:val="hybridMultilevel"/>
    <w:tmpl w:val="B1B2779A"/>
    <w:lvl w:ilvl="0" w:tplc="DEB457E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339F3"/>
    <w:multiLevelType w:val="hybridMultilevel"/>
    <w:tmpl w:val="868E7896"/>
    <w:lvl w:ilvl="0" w:tplc="92B22D2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1F17BD"/>
    <w:multiLevelType w:val="hybridMultilevel"/>
    <w:tmpl w:val="B28655B8"/>
    <w:lvl w:ilvl="0" w:tplc="04150015">
      <w:start w:val="1"/>
      <w:numFmt w:val="upperLetter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4" w15:restartNumberingAfterBreak="0">
    <w:nsid w:val="21B95E90"/>
    <w:multiLevelType w:val="hybridMultilevel"/>
    <w:tmpl w:val="2F7C0EF6"/>
    <w:lvl w:ilvl="0" w:tplc="2E306CB0">
      <w:start w:val="1"/>
      <w:numFmt w:val="decimal"/>
      <w:lvlText w:val="%1."/>
      <w:lvlJc w:val="left"/>
      <w:pPr>
        <w:ind w:left="1571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23757EDA"/>
    <w:multiLevelType w:val="hybridMultilevel"/>
    <w:tmpl w:val="BE902D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2B2CB8"/>
    <w:multiLevelType w:val="hybridMultilevel"/>
    <w:tmpl w:val="9118C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AE4D8A"/>
    <w:multiLevelType w:val="hybridMultilevel"/>
    <w:tmpl w:val="C242E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C26A83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93D4EAE"/>
    <w:multiLevelType w:val="hybridMultilevel"/>
    <w:tmpl w:val="D6E495B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B865BF2">
      <w:start w:val="1"/>
      <w:numFmt w:val="decimal"/>
      <w:lvlText w:val="Część %2."/>
      <w:lvlJc w:val="left"/>
      <w:pPr>
        <w:ind w:left="108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A0239A4"/>
    <w:multiLevelType w:val="hybridMultilevel"/>
    <w:tmpl w:val="2F227EE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CA16899"/>
    <w:multiLevelType w:val="hybridMultilevel"/>
    <w:tmpl w:val="22E86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0D484A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2E41168"/>
    <w:multiLevelType w:val="hybridMultilevel"/>
    <w:tmpl w:val="1068E7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27" w15:restartNumberingAfterBreak="0">
    <w:nsid w:val="35926504"/>
    <w:multiLevelType w:val="hybridMultilevel"/>
    <w:tmpl w:val="2BCC793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5">
      <w:start w:val="1"/>
      <w:numFmt w:val="upp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80846DA"/>
    <w:multiLevelType w:val="hybridMultilevel"/>
    <w:tmpl w:val="D1A069B6"/>
    <w:lvl w:ilvl="0" w:tplc="1C8EBC26">
      <w:start w:val="2"/>
      <w:numFmt w:val="decimal"/>
      <w:lvlText w:val="%1."/>
      <w:lvlJc w:val="left"/>
      <w:pPr>
        <w:ind w:left="1288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1D77E1"/>
    <w:multiLevelType w:val="hybridMultilevel"/>
    <w:tmpl w:val="9740E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5B219B"/>
    <w:multiLevelType w:val="hybridMultilevel"/>
    <w:tmpl w:val="D27EA2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527551"/>
    <w:multiLevelType w:val="hybridMultilevel"/>
    <w:tmpl w:val="F9862AFA"/>
    <w:lvl w:ilvl="0" w:tplc="6B865BF2">
      <w:start w:val="1"/>
      <w:numFmt w:val="decimal"/>
      <w:lvlText w:val="Część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AD0736"/>
    <w:multiLevelType w:val="hybridMultilevel"/>
    <w:tmpl w:val="F9862AFA"/>
    <w:lvl w:ilvl="0" w:tplc="6B865BF2">
      <w:start w:val="1"/>
      <w:numFmt w:val="decimal"/>
      <w:lvlText w:val="Część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A96DCB"/>
    <w:multiLevelType w:val="multilevel"/>
    <w:tmpl w:val="DB84FEC0"/>
    <w:name w:val="WW8Num132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cs="Times New Roman" w:hint="default"/>
        <w:b/>
        <w:sz w:val="24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Wingdings" w:hAnsi="Wingdings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eastAsia="Times New Roman" w:hAnsi="Times New Roman" w:cs="Times New Roman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 w:hint="default"/>
      </w:rPr>
    </w:lvl>
  </w:abstractNum>
  <w:abstractNum w:abstractNumId="34" w15:restartNumberingAfterBreak="0">
    <w:nsid w:val="44C73A3D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7055C00"/>
    <w:multiLevelType w:val="hybridMultilevel"/>
    <w:tmpl w:val="2918F174"/>
    <w:name w:val="WW8Num113243"/>
    <w:lvl w:ilvl="0" w:tplc="6A00DB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A3E414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A706E0A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E573369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E6C51C5"/>
    <w:multiLevelType w:val="hybridMultilevel"/>
    <w:tmpl w:val="5FF01942"/>
    <w:lvl w:ilvl="0" w:tplc="04150015">
      <w:start w:val="1"/>
      <w:numFmt w:val="upperLetter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0" w15:restartNumberingAfterBreak="0">
    <w:nsid w:val="54D65FEF"/>
    <w:multiLevelType w:val="hybridMultilevel"/>
    <w:tmpl w:val="1CA41CE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4A2D96A">
      <w:start w:val="3"/>
      <w:numFmt w:val="bullet"/>
      <w:lvlText w:val=""/>
      <w:lvlJc w:val="left"/>
      <w:pPr>
        <w:ind w:left="2340" w:hanging="360"/>
      </w:pPr>
      <w:rPr>
        <w:rFonts w:ascii="Symbol" w:eastAsia="Times New Roman" w:hAnsi="Symbol" w:cstheme="minorHAns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753E99"/>
    <w:multiLevelType w:val="hybridMultilevel"/>
    <w:tmpl w:val="8200D278"/>
    <w:lvl w:ilvl="0" w:tplc="6B865BF2">
      <w:start w:val="1"/>
      <w:numFmt w:val="decimal"/>
      <w:lvlText w:val="Część 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745BB8"/>
    <w:multiLevelType w:val="hybridMultilevel"/>
    <w:tmpl w:val="E9FC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775DE0"/>
    <w:multiLevelType w:val="hybridMultilevel"/>
    <w:tmpl w:val="FEE41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38587C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DDB5DAC"/>
    <w:multiLevelType w:val="hybridMultilevel"/>
    <w:tmpl w:val="64AA3F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13610A6">
      <w:numFmt w:val="bullet"/>
      <w:lvlText w:val="·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60015B64"/>
    <w:multiLevelType w:val="hybridMultilevel"/>
    <w:tmpl w:val="38C6964E"/>
    <w:lvl w:ilvl="0" w:tplc="6B865BF2">
      <w:start w:val="1"/>
      <w:numFmt w:val="decimal"/>
      <w:lvlText w:val="Część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9879E9"/>
    <w:multiLevelType w:val="hybridMultilevel"/>
    <w:tmpl w:val="83ACE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5F250A4"/>
    <w:multiLevelType w:val="hybridMultilevel"/>
    <w:tmpl w:val="CB1EB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9651483"/>
    <w:multiLevelType w:val="hybridMultilevel"/>
    <w:tmpl w:val="30ACBA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5">
      <w:start w:val="1"/>
      <w:numFmt w:val="upp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6A714A83"/>
    <w:multiLevelType w:val="hybridMultilevel"/>
    <w:tmpl w:val="6D98D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137422"/>
    <w:multiLevelType w:val="multilevel"/>
    <w:tmpl w:val="2B384FDA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cs="Times New Roman" w:hint="default"/>
        <w:b/>
        <w:sz w:val="24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Wingdings" w:hAnsi="Wingdings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eastAsia="Times New Roman" w:hAnsi="Times New Roman" w:cs="Times New Roman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 w:hint="default"/>
      </w:rPr>
    </w:lvl>
  </w:abstractNum>
  <w:abstractNum w:abstractNumId="52" w15:restartNumberingAfterBreak="0">
    <w:nsid w:val="6C6954A5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71BB62AD"/>
    <w:multiLevelType w:val="multilevel"/>
    <w:tmpl w:val="2FB48EBE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71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upperLetter"/>
      <w:lvlText w:val="%3.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hAnsi="Times New Roman"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54" w15:restartNumberingAfterBreak="0">
    <w:nsid w:val="72795961"/>
    <w:multiLevelType w:val="multilevel"/>
    <w:tmpl w:val="2B384FDA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cs="Times New Roman" w:hint="default"/>
        <w:b/>
        <w:sz w:val="24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Wingdings" w:hAnsi="Wingdings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eastAsia="Times New Roman" w:hAnsi="Times New Roman" w:cs="Times New Roman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 w:hint="default"/>
      </w:rPr>
    </w:lvl>
  </w:abstractNum>
  <w:abstractNum w:abstractNumId="55" w15:restartNumberingAfterBreak="0">
    <w:nsid w:val="73CF2E91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61E1F34"/>
    <w:multiLevelType w:val="hybridMultilevel"/>
    <w:tmpl w:val="34D435A4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7731551D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79CE334E"/>
    <w:multiLevelType w:val="hybridMultilevel"/>
    <w:tmpl w:val="FBA456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D020546"/>
    <w:multiLevelType w:val="hybridMultilevel"/>
    <w:tmpl w:val="1AB295D8"/>
    <w:lvl w:ilvl="0" w:tplc="2E306CB0">
      <w:start w:val="1"/>
      <w:numFmt w:val="decimal"/>
      <w:lvlText w:val="%1."/>
      <w:lvlJc w:val="left"/>
      <w:pPr>
        <w:ind w:left="1571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0" w15:restartNumberingAfterBreak="0">
    <w:nsid w:val="7FD02B4C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48"/>
  </w:num>
  <w:num w:numId="3">
    <w:abstractNumId w:val="4"/>
  </w:num>
  <w:num w:numId="4">
    <w:abstractNumId w:val="56"/>
  </w:num>
  <w:num w:numId="5">
    <w:abstractNumId w:val="30"/>
  </w:num>
  <w:num w:numId="6">
    <w:abstractNumId w:val="36"/>
  </w:num>
  <w:num w:numId="7">
    <w:abstractNumId w:val="18"/>
  </w:num>
  <w:num w:numId="8">
    <w:abstractNumId w:val="10"/>
  </w:num>
  <w:num w:numId="9">
    <w:abstractNumId w:val="25"/>
  </w:num>
  <w:num w:numId="10">
    <w:abstractNumId w:val="3"/>
  </w:num>
  <w:num w:numId="11">
    <w:abstractNumId w:val="33"/>
  </w:num>
  <w:num w:numId="12">
    <w:abstractNumId w:val="45"/>
  </w:num>
  <w:num w:numId="13">
    <w:abstractNumId w:val="14"/>
  </w:num>
  <w:num w:numId="14">
    <w:abstractNumId w:val="35"/>
  </w:num>
  <w:num w:numId="15">
    <w:abstractNumId w:val="59"/>
  </w:num>
  <w:num w:numId="16">
    <w:abstractNumId w:val="28"/>
  </w:num>
  <w:num w:numId="17">
    <w:abstractNumId w:val="8"/>
  </w:num>
  <w:num w:numId="18">
    <w:abstractNumId w:val="15"/>
  </w:num>
  <w:num w:numId="19">
    <w:abstractNumId w:val="50"/>
  </w:num>
  <w:num w:numId="20">
    <w:abstractNumId w:val="5"/>
  </w:num>
  <w:num w:numId="21">
    <w:abstractNumId w:val="43"/>
  </w:num>
  <w:num w:numId="22">
    <w:abstractNumId w:val="27"/>
  </w:num>
  <w:num w:numId="23">
    <w:abstractNumId w:val="49"/>
  </w:num>
  <w:num w:numId="24">
    <w:abstractNumId w:val="16"/>
  </w:num>
  <w:num w:numId="25">
    <w:abstractNumId w:val="53"/>
  </w:num>
  <w:num w:numId="26">
    <w:abstractNumId w:val="47"/>
  </w:num>
  <w:num w:numId="27">
    <w:abstractNumId w:val="2"/>
  </w:num>
  <w:num w:numId="28">
    <w:abstractNumId w:val="58"/>
  </w:num>
  <w:num w:numId="29">
    <w:abstractNumId w:val="24"/>
  </w:num>
  <w:num w:numId="30">
    <w:abstractNumId w:val="1"/>
  </w:num>
  <w:num w:numId="31">
    <w:abstractNumId w:val="22"/>
  </w:num>
  <w:num w:numId="32">
    <w:abstractNumId w:val="40"/>
  </w:num>
  <w:num w:numId="33">
    <w:abstractNumId w:val="21"/>
  </w:num>
  <w:num w:numId="34">
    <w:abstractNumId w:val="17"/>
  </w:num>
  <w:num w:numId="35">
    <w:abstractNumId w:val="26"/>
  </w:num>
  <w:num w:numId="36">
    <w:abstractNumId w:val="39"/>
  </w:num>
  <w:num w:numId="37">
    <w:abstractNumId w:val="13"/>
  </w:num>
  <w:num w:numId="38">
    <w:abstractNumId w:val="42"/>
  </w:num>
  <w:num w:numId="39">
    <w:abstractNumId w:val="29"/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6"/>
  </w:num>
  <w:num w:numId="42">
    <w:abstractNumId w:val="31"/>
  </w:num>
  <w:num w:numId="43">
    <w:abstractNumId w:val="41"/>
  </w:num>
  <w:num w:numId="44">
    <w:abstractNumId w:val="38"/>
  </w:num>
  <w:num w:numId="45">
    <w:abstractNumId w:val="52"/>
  </w:num>
  <w:num w:numId="46">
    <w:abstractNumId w:val="60"/>
  </w:num>
  <w:num w:numId="47">
    <w:abstractNumId w:val="37"/>
  </w:num>
  <w:num w:numId="48">
    <w:abstractNumId w:val="55"/>
  </w:num>
  <w:num w:numId="49">
    <w:abstractNumId w:val="44"/>
  </w:num>
  <w:num w:numId="50">
    <w:abstractNumId w:val="7"/>
  </w:num>
  <w:num w:numId="51">
    <w:abstractNumId w:val="57"/>
  </w:num>
  <w:num w:numId="52">
    <w:abstractNumId w:val="23"/>
  </w:num>
  <w:num w:numId="53">
    <w:abstractNumId w:val="34"/>
  </w:num>
  <w:num w:numId="54">
    <w:abstractNumId w:val="19"/>
  </w:num>
  <w:num w:numId="55">
    <w:abstractNumId w:val="9"/>
  </w:num>
  <w:num w:numId="56">
    <w:abstractNumId w:val="51"/>
  </w:num>
  <w:num w:numId="57">
    <w:abstractNumId w:val="54"/>
  </w:num>
  <w:num w:numId="58">
    <w:abstractNumId w:val="12"/>
  </w:num>
  <w:num w:numId="59">
    <w:abstractNumId w:val="6"/>
  </w:num>
  <w:num w:numId="60">
    <w:abstractNumId w:val="0"/>
  </w:num>
  <w:num w:numId="61">
    <w:abstractNumId w:val="3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91D"/>
    <w:rsid w:val="0000131E"/>
    <w:rsid w:val="00034E73"/>
    <w:rsid w:val="00047A08"/>
    <w:rsid w:val="0005434D"/>
    <w:rsid w:val="000724B7"/>
    <w:rsid w:val="00072935"/>
    <w:rsid w:val="00081FAD"/>
    <w:rsid w:val="00094FBC"/>
    <w:rsid w:val="000A24F6"/>
    <w:rsid w:val="000A635E"/>
    <w:rsid w:val="000A711E"/>
    <w:rsid w:val="000B1092"/>
    <w:rsid w:val="000B2506"/>
    <w:rsid w:val="000C67E5"/>
    <w:rsid w:val="000D0FAA"/>
    <w:rsid w:val="00100991"/>
    <w:rsid w:val="0010241A"/>
    <w:rsid w:val="00113C16"/>
    <w:rsid w:val="00130600"/>
    <w:rsid w:val="00132DF9"/>
    <w:rsid w:val="00142E26"/>
    <w:rsid w:val="0016438B"/>
    <w:rsid w:val="001703C0"/>
    <w:rsid w:val="001A7384"/>
    <w:rsid w:val="00210899"/>
    <w:rsid w:val="00245A39"/>
    <w:rsid w:val="002574EC"/>
    <w:rsid w:val="00270F7D"/>
    <w:rsid w:val="002B10B9"/>
    <w:rsid w:val="002C4ED9"/>
    <w:rsid w:val="002C594F"/>
    <w:rsid w:val="002D306E"/>
    <w:rsid w:val="002F6233"/>
    <w:rsid w:val="00345DF7"/>
    <w:rsid w:val="00376E0C"/>
    <w:rsid w:val="00377843"/>
    <w:rsid w:val="00381931"/>
    <w:rsid w:val="003D05DE"/>
    <w:rsid w:val="00432DDD"/>
    <w:rsid w:val="00441488"/>
    <w:rsid w:val="004721AD"/>
    <w:rsid w:val="004A0C88"/>
    <w:rsid w:val="004B581B"/>
    <w:rsid w:val="004C285F"/>
    <w:rsid w:val="004C3E98"/>
    <w:rsid w:val="004D65A7"/>
    <w:rsid w:val="004E43D8"/>
    <w:rsid w:val="005056A9"/>
    <w:rsid w:val="00546404"/>
    <w:rsid w:val="0055281D"/>
    <w:rsid w:val="005761CE"/>
    <w:rsid w:val="00587311"/>
    <w:rsid w:val="0059720B"/>
    <w:rsid w:val="005A2B64"/>
    <w:rsid w:val="005A391D"/>
    <w:rsid w:val="005C2ECE"/>
    <w:rsid w:val="005D3BEB"/>
    <w:rsid w:val="005F64B9"/>
    <w:rsid w:val="006120FE"/>
    <w:rsid w:val="00665690"/>
    <w:rsid w:val="00667E63"/>
    <w:rsid w:val="00680548"/>
    <w:rsid w:val="006811B1"/>
    <w:rsid w:val="0068731D"/>
    <w:rsid w:val="006B3530"/>
    <w:rsid w:val="006B7A18"/>
    <w:rsid w:val="006D5D63"/>
    <w:rsid w:val="006E55B0"/>
    <w:rsid w:val="006F75CA"/>
    <w:rsid w:val="0070518C"/>
    <w:rsid w:val="00713257"/>
    <w:rsid w:val="00734AB2"/>
    <w:rsid w:val="007677B5"/>
    <w:rsid w:val="00792A64"/>
    <w:rsid w:val="007B005E"/>
    <w:rsid w:val="007C5B3B"/>
    <w:rsid w:val="007D0C9D"/>
    <w:rsid w:val="007F4EAD"/>
    <w:rsid w:val="008301B5"/>
    <w:rsid w:val="00835740"/>
    <w:rsid w:val="008424D6"/>
    <w:rsid w:val="008552D7"/>
    <w:rsid w:val="00855AE9"/>
    <w:rsid w:val="00881CAF"/>
    <w:rsid w:val="008832EA"/>
    <w:rsid w:val="008906D7"/>
    <w:rsid w:val="008940CB"/>
    <w:rsid w:val="008977E7"/>
    <w:rsid w:val="008E0CA7"/>
    <w:rsid w:val="008E57CC"/>
    <w:rsid w:val="008F428F"/>
    <w:rsid w:val="00901241"/>
    <w:rsid w:val="00904295"/>
    <w:rsid w:val="0091243F"/>
    <w:rsid w:val="0092743F"/>
    <w:rsid w:val="00947582"/>
    <w:rsid w:val="009562E1"/>
    <w:rsid w:val="009704A9"/>
    <w:rsid w:val="009C5CDC"/>
    <w:rsid w:val="009E5E32"/>
    <w:rsid w:val="00A07B89"/>
    <w:rsid w:val="00A116C3"/>
    <w:rsid w:val="00A40484"/>
    <w:rsid w:val="00A6021A"/>
    <w:rsid w:val="00A61893"/>
    <w:rsid w:val="00A61CE2"/>
    <w:rsid w:val="00A662A4"/>
    <w:rsid w:val="00AB0BE2"/>
    <w:rsid w:val="00AF5331"/>
    <w:rsid w:val="00B1538E"/>
    <w:rsid w:val="00B20D8A"/>
    <w:rsid w:val="00B246E2"/>
    <w:rsid w:val="00B273A3"/>
    <w:rsid w:val="00B332A9"/>
    <w:rsid w:val="00B43548"/>
    <w:rsid w:val="00B51577"/>
    <w:rsid w:val="00B516A6"/>
    <w:rsid w:val="00B77CC0"/>
    <w:rsid w:val="00B83603"/>
    <w:rsid w:val="00BB6142"/>
    <w:rsid w:val="00BC02BA"/>
    <w:rsid w:val="00BC2CEC"/>
    <w:rsid w:val="00BC546A"/>
    <w:rsid w:val="00BE3A9D"/>
    <w:rsid w:val="00BE62BB"/>
    <w:rsid w:val="00C00FFA"/>
    <w:rsid w:val="00C023D1"/>
    <w:rsid w:val="00C0357C"/>
    <w:rsid w:val="00C03B9C"/>
    <w:rsid w:val="00C21585"/>
    <w:rsid w:val="00C3719C"/>
    <w:rsid w:val="00C40621"/>
    <w:rsid w:val="00C7569E"/>
    <w:rsid w:val="00C971C5"/>
    <w:rsid w:val="00CA7C03"/>
    <w:rsid w:val="00CB16EE"/>
    <w:rsid w:val="00CC1E5B"/>
    <w:rsid w:val="00CD299D"/>
    <w:rsid w:val="00CF626A"/>
    <w:rsid w:val="00D01916"/>
    <w:rsid w:val="00D02BBF"/>
    <w:rsid w:val="00D04087"/>
    <w:rsid w:val="00D149A5"/>
    <w:rsid w:val="00D27298"/>
    <w:rsid w:val="00D27E05"/>
    <w:rsid w:val="00D3666B"/>
    <w:rsid w:val="00D514F0"/>
    <w:rsid w:val="00D53907"/>
    <w:rsid w:val="00D6247A"/>
    <w:rsid w:val="00D64572"/>
    <w:rsid w:val="00D770D4"/>
    <w:rsid w:val="00D87C09"/>
    <w:rsid w:val="00DE2646"/>
    <w:rsid w:val="00DF3552"/>
    <w:rsid w:val="00E044AF"/>
    <w:rsid w:val="00E45E27"/>
    <w:rsid w:val="00E70991"/>
    <w:rsid w:val="00E71E87"/>
    <w:rsid w:val="00E93AB0"/>
    <w:rsid w:val="00EA494D"/>
    <w:rsid w:val="00EB0464"/>
    <w:rsid w:val="00EC6003"/>
    <w:rsid w:val="00F03229"/>
    <w:rsid w:val="00F17962"/>
    <w:rsid w:val="00F348B1"/>
    <w:rsid w:val="00F45C79"/>
    <w:rsid w:val="00F578B7"/>
    <w:rsid w:val="00F73E03"/>
    <w:rsid w:val="00F7729B"/>
    <w:rsid w:val="00F851E7"/>
    <w:rsid w:val="00F92C1B"/>
    <w:rsid w:val="00F97B53"/>
    <w:rsid w:val="00FA2843"/>
    <w:rsid w:val="00FB2D90"/>
    <w:rsid w:val="00FB4D1F"/>
    <w:rsid w:val="00FB6321"/>
    <w:rsid w:val="00FE0895"/>
    <w:rsid w:val="0767CDAA"/>
    <w:rsid w:val="0FA1B3D6"/>
    <w:rsid w:val="2511668E"/>
    <w:rsid w:val="5541AE1C"/>
    <w:rsid w:val="582FE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EB99DB"/>
  <w15:docId w15:val="{36F414DF-A5A1-4B1E-8361-2F87BA661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06D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516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516A6"/>
  </w:style>
  <w:style w:type="paragraph" w:styleId="Stopka">
    <w:name w:val="footer"/>
    <w:basedOn w:val="Normalny"/>
    <w:link w:val="StopkaZnak"/>
    <w:uiPriority w:val="99"/>
    <w:unhideWhenUsed/>
    <w:rsid w:val="00B516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16A6"/>
  </w:style>
  <w:style w:type="paragraph" w:styleId="Akapitzlist">
    <w:name w:val="List Paragraph"/>
    <w:aliases w:val="Lista punktowana1,Lista punktowana2,Lista punktowana3,List bullet,Numerowanie,List Paragraph,L1,Akapit z listą5,Paragraf,Podsis rysunku,Lista PR"/>
    <w:basedOn w:val="Normalny"/>
    <w:link w:val="AkapitzlistZnak"/>
    <w:uiPriority w:val="34"/>
    <w:qFormat/>
    <w:rsid w:val="00A6021A"/>
    <w:pPr>
      <w:ind w:left="720"/>
      <w:contextualSpacing/>
    </w:pPr>
  </w:style>
  <w:style w:type="character" w:styleId="Hipercze">
    <w:name w:val="Hyperlink"/>
    <w:basedOn w:val="Domylnaczcionkaakapitu"/>
    <w:unhideWhenUsed/>
    <w:rsid w:val="00A6021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6021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3E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3E9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3E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3E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3E98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rsid w:val="00DE2646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DE2646"/>
    <w:rPr>
      <w:i/>
      <w:iCs/>
    </w:rPr>
  </w:style>
  <w:style w:type="character" w:customStyle="1" w:styleId="AkapitzlistZnak">
    <w:name w:val="Akapit z listą Znak"/>
    <w:aliases w:val="Lista punktowana1 Znak,Lista punktowana2 Znak,Lista punktowana3 Znak,List bullet Znak,Numerowanie Znak,List Paragraph Znak,L1 Znak,Akapit z listą5 Znak,Paragraf Znak,Podsis rysunku Znak,Lista PR Znak"/>
    <w:link w:val="Akapitzlist"/>
    <w:uiPriority w:val="34"/>
    <w:qFormat/>
    <w:rsid w:val="007B005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aliases w:val="Tekst przypisu"/>
    <w:basedOn w:val="Normalny"/>
    <w:link w:val="TekstprzypisudolnegoZnak"/>
    <w:rsid w:val="007B005E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7B005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rsid w:val="007B005E"/>
    <w:rPr>
      <w:vertAlign w:val="superscript"/>
    </w:rPr>
  </w:style>
  <w:style w:type="paragraph" w:customStyle="1" w:styleId="Style46">
    <w:name w:val="Style46"/>
    <w:basedOn w:val="Normalny"/>
    <w:uiPriority w:val="99"/>
    <w:rsid w:val="007B005E"/>
    <w:pPr>
      <w:widowControl w:val="0"/>
      <w:autoSpaceDE w:val="0"/>
      <w:autoSpaceDN w:val="0"/>
      <w:adjustRightInd w:val="0"/>
      <w:spacing w:line="281" w:lineRule="exact"/>
      <w:ind w:hanging="382"/>
      <w:jc w:val="both"/>
    </w:pPr>
    <w:rPr>
      <w:rFonts w:ascii="Franklin Gothic Demi" w:hAnsi="Franklin Gothic Demi"/>
    </w:rPr>
  </w:style>
  <w:style w:type="character" w:customStyle="1" w:styleId="FontStyle116">
    <w:name w:val="Font Style116"/>
    <w:uiPriority w:val="99"/>
    <w:rsid w:val="007B005E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119">
    <w:name w:val="Font Style119"/>
    <w:uiPriority w:val="99"/>
    <w:rsid w:val="007B005E"/>
    <w:rPr>
      <w:rFonts w:ascii="Times New Roman" w:hAnsi="Times New Roman" w:cs="Times New Roman" w:hint="default"/>
      <w:i/>
      <w:iCs/>
      <w:color w:val="000000"/>
      <w:sz w:val="22"/>
      <w:szCs w:val="22"/>
    </w:rPr>
  </w:style>
  <w:style w:type="character" w:customStyle="1" w:styleId="FontStyle25">
    <w:name w:val="Font Style25"/>
    <w:uiPriority w:val="99"/>
    <w:rsid w:val="007B005E"/>
    <w:rPr>
      <w:rFonts w:ascii="Calibri" w:hAnsi="Calibri" w:cs="Calibri"/>
      <w:b/>
      <w:bCs/>
      <w:sz w:val="22"/>
      <w:szCs w:val="22"/>
    </w:rPr>
  </w:style>
  <w:style w:type="character" w:customStyle="1" w:styleId="FontStyle26">
    <w:name w:val="Font Style26"/>
    <w:uiPriority w:val="99"/>
    <w:rsid w:val="007B005E"/>
    <w:rPr>
      <w:rFonts w:ascii="Calibri" w:hAnsi="Calibri" w:cs="Calibri"/>
      <w:sz w:val="22"/>
      <w:szCs w:val="22"/>
    </w:rPr>
  </w:style>
  <w:style w:type="paragraph" w:customStyle="1" w:styleId="Tekstpodstawowywcity31">
    <w:name w:val="Tekst podstawowy wcięty 31"/>
    <w:basedOn w:val="Normalny"/>
    <w:rsid w:val="007B005E"/>
    <w:pPr>
      <w:widowControl w:val="0"/>
      <w:suppressAutoHyphens/>
      <w:ind w:left="720"/>
      <w:jc w:val="both"/>
    </w:pPr>
    <w:rPr>
      <w:rFonts w:ascii="Arial" w:hAnsi="Arial" w:cs="Arial"/>
      <w:color w:val="000000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28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281D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55281D"/>
  </w:style>
  <w:style w:type="paragraph" w:customStyle="1" w:styleId="paragraph">
    <w:name w:val="paragraph"/>
    <w:basedOn w:val="Normalny"/>
    <w:rsid w:val="00546404"/>
    <w:pPr>
      <w:spacing w:before="100" w:beforeAutospacing="1" w:after="100" w:afterAutospacing="1"/>
    </w:pPr>
  </w:style>
  <w:style w:type="character" w:customStyle="1" w:styleId="eop">
    <w:name w:val="eop"/>
    <w:basedOn w:val="Domylnaczcionkaakapitu"/>
    <w:rsid w:val="005464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6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7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8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5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25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9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7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6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0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7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8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lwia\Desktop\Nowi%20Zdolni\listownik%20Zdolni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3e6a9f5-c2f2-491d-abd2-c6720ba328b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1FD7CB71590C458304407DECC471B1" ma:contentTypeVersion="12" ma:contentTypeDescription="Utwórz nowy dokument." ma:contentTypeScope="" ma:versionID="47d0f23b71ef2202b2dd1d242e875965">
  <xsd:schema xmlns:xsd="http://www.w3.org/2001/XMLSchema" xmlns:xs="http://www.w3.org/2001/XMLSchema" xmlns:p="http://schemas.microsoft.com/office/2006/metadata/properties" xmlns:ns3="a3e6a9f5-c2f2-491d-abd2-c6720ba328b9" targetNamespace="http://schemas.microsoft.com/office/2006/metadata/properties" ma:root="true" ma:fieldsID="de4aff979597f5e4b5a88c4ca385eab5" ns3:_="">
    <xsd:import namespace="a3e6a9f5-c2f2-491d-abd2-c6720ba328b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SearchProperties" minOccurs="0"/>
                <xsd:element ref="ns3:MediaServiceObjectDetectorVersions" minOccurs="0"/>
                <xsd:element ref="ns3:_activity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6a9f5-c2f2-491d-abd2-c6720ba32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4007F2-E959-42B3-9550-884A3D1974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19F9B-15ED-4EE7-8CCD-936F548AF04B}">
  <ds:schemaRefs>
    <ds:schemaRef ds:uri="http://schemas.microsoft.com/office/2006/metadata/properties"/>
    <ds:schemaRef ds:uri="http://schemas.microsoft.com/office/infopath/2007/PartnerControls"/>
    <ds:schemaRef ds:uri="a3e6a9f5-c2f2-491d-abd2-c6720ba328b9"/>
  </ds:schemaRefs>
</ds:datastoreItem>
</file>

<file path=customXml/itemProps3.xml><?xml version="1.0" encoding="utf-8"?>
<ds:datastoreItem xmlns:ds="http://schemas.openxmlformats.org/officeDocument/2006/customXml" ds:itemID="{691697BB-B366-4A62-8374-DDD05DA993E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6D6297-FB8F-44C8-A67E-33FAA35AAB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e6a9f5-c2f2-491d-abd2-c6720ba328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 Zdolni</Template>
  <TotalTime>1</TotalTime>
  <Pages>4</Pages>
  <Words>1091</Words>
  <Characters>6551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Rakowska Sylwia</cp:lastModifiedBy>
  <cp:revision>2</cp:revision>
  <cp:lastPrinted>2026-01-21T09:28:00Z</cp:lastPrinted>
  <dcterms:created xsi:type="dcterms:W3CDTF">2026-02-05T20:38:00Z</dcterms:created>
  <dcterms:modified xsi:type="dcterms:W3CDTF">2026-02-05T20:38:00Z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0x010100151FD7CB71590C458304407DECC471B1</vt:lpwstr>
  </property>
</Properties>
</file>